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ED7" w:rsidRDefault="00326ED7" w:rsidP="00BC279C">
      <w:pPr>
        <w:rPr>
          <w:bCs/>
          <w:sz w:val="28"/>
          <w:szCs w:val="28"/>
        </w:rPr>
      </w:pPr>
    </w:p>
    <w:p w:rsidR="00326ED7" w:rsidRPr="006B64C9" w:rsidRDefault="00326ED7" w:rsidP="008154E2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 xml:space="preserve">Утверждена </w:t>
      </w:r>
    </w:p>
    <w:p w:rsidR="00326ED7" w:rsidRPr="006B64C9" w:rsidRDefault="00326ED7" w:rsidP="008154E2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постановлением</w:t>
      </w:r>
    </w:p>
    <w:p w:rsidR="00326ED7" w:rsidRDefault="00326ED7" w:rsidP="008154E2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администрации</w:t>
      </w:r>
    </w:p>
    <w:p w:rsidR="00326ED7" w:rsidRPr="006B64C9" w:rsidRDefault="00326ED7" w:rsidP="008154E2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МО «</w:t>
      </w:r>
      <w:r w:rsidRPr="008154E2"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>
        <w:rPr>
          <w:sz w:val="28"/>
          <w:szCs w:val="28"/>
        </w:rPr>
        <w:t>»</w:t>
      </w:r>
    </w:p>
    <w:p w:rsidR="00326ED7" w:rsidRPr="00453B5C" w:rsidRDefault="00326ED7" w:rsidP="008154E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01.11.2024</w:t>
      </w:r>
      <w:r w:rsidRPr="00453B5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19</w:t>
      </w:r>
    </w:p>
    <w:p w:rsidR="00326ED7" w:rsidRPr="006B64C9" w:rsidRDefault="00326ED7" w:rsidP="00E261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D7" w:rsidRPr="006B64C9" w:rsidRDefault="00326ED7" w:rsidP="00C034E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B64C9">
        <w:rPr>
          <w:sz w:val="28"/>
          <w:szCs w:val="28"/>
        </w:rPr>
        <w:t xml:space="preserve">Муниципальная программа «Реализация функций </w:t>
      </w:r>
      <w:r>
        <w:rPr>
          <w:sz w:val="28"/>
          <w:szCs w:val="28"/>
        </w:rPr>
        <w:t>органов местного самоуправления</w:t>
      </w:r>
      <w:r w:rsidRPr="006B64C9">
        <w:rPr>
          <w:sz w:val="28"/>
          <w:szCs w:val="28"/>
        </w:rPr>
        <w:t xml:space="preserve"> </w:t>
      </w:r>
      <w:r>
        <w:rPr>
          <w:sz w:val="28"/>
          <w:szCs w:val="28"/>
        </w:rPr>
        <w:t>МО «Сельское поселение село Пироговка Ахтубинского муниципального района Астраханской области» на 2025-2027 годы</w:t>
      </w:r>
      <w:r w:rsidRPr="006B64C9">
        <w:rPr>
          <w:sz w:val="28"/>
          <w:szCs w:val="28"/>
        </w:rPr>
        <w:t>»</w:t>
      </w:r>
    </w:p>
    <w:p w:rsidR="00326ED7" w:rsidRDefault="00326ED7" w:rsidP="00EE115A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</w:p>
    <w:p w:rsidR="00326ED7" w:rsidRDefault="00326ED7" w:rsidP="00EE115A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</w:p>
    <w:p w:rsidR="00326ED7" w:rsidRPr="00EE115A" w:rsidRDefault="00326ED7" w:rsidP="00EE115A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EE115A">
        <w:rPr>
          <w:rFonts w:cs="Courier New"/>
          <w:sz w:val="28"/>
          <w:szCs w:val="28"/>
        </w:rPr>
        <w:t xml:space="preserve">ПАСПОРТ </w:t>
      </w:r>
    </w:p>
    <w:p w:rsidR="00326ED7" w:rsidRPr="00822D95" w:rsidRDefault="00326ED7" w:rsidP="00EE115A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EE115A">
        <w:rPr>
          <w:rFonts w:cs="Courier New"/>
          <w:sz w:val="28"/>
          <w:szCs w:val="28"/>
        </w:rPr>
        <w:t>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9356" w:type="dxa"/>
        <w:tblCellSpacing w:w="5" w:type="nil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835"/>
        <w:gridCol w:w="6521"/>
      </w:tblGrid>
      <w:tr w:rsidR="00326ED7" w:rsidRPr="00D243B5" w:rsidTr="00F67671">
        <w:trPr>
          <w:trHeight w:val="773"/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521" w:type="dxa"/>
          </w:tcPr>
          <w:p w:rsidR="00326ED7" w:rsidRPr="00D243B5" w:rsidRDefault="00326ED7" w:rsidP="00103B9F">
            <w:pPr>
              <w:rPr>
                <w:sz w:val="28"/>
                <w:szCs w:val="28"/>
                <w:highlight w:val="yellow"/>
                <w:lang w:eastAsia="en-US"/>
              </w:rPr>
            </w:pPr>
            <w:r w:rsidRPr="00C034E0">
              <w:rPr>
                <w:sz w:val="28"/>
                <w:szCs w:val="28"/>
              </w:rPr>
              <w:t>«Реализация функций органов местного самоуправления МО «Сельское поселение село Пироговка Ахтубинского муниципального района Астра</w:t>
            </w:r>
            <w:r>
              <w:rPr>
                <w:sz w:val="28"/>
                <w:szCs w:val="28"/>
              </w:rPr>
              <w:t>ханской области» на 2025-2027 годы</w:t>
            </w:r>
            <w:r w:rsidRPr="00C034E0">
              <w:rPr>
                <w:sz w:val="28"/>
                <w:szCs w:val="28"/>
              </w:rPr>
              <w:t>»</w:t>
            </w:r>
          </w:p>
        </w:tc>
      </w:tr>
      <w:tr w:rsidR="00326ED7" w:rsidRPr="00EE115A" w:rsidTr="00673CEC">
        <w:trPr>
          <w:trHeight w:val="1998"/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Основание для разработки программы</w:t>
            </w:r>
          </w:p>
        </w:tc>
        <w:tc>
          <w:tcPr>
            <w:tcW w:w="6521" w:type="dxa"/>
          </w:tcPr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- Бюджетный кодекс Российской Федерации</w:t>
            </w:r>
          </w:p>
          <w:p w:rsidR="00326ED7" w:rsidRPr="00673CEC" w:rsidRDefault="00326ED7" w:rsidP="0067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- Федеральный закон от 06.10.2003 № 131-ФЗ «Об общих принципах организации местного самоуправления в Российской Федерации»</w:t>
            </w:r>
          </w:p>
        </w:tc>
      </w:tr>
      <w:tr w:rsidR="00326ED7" w:rsidRPr="00EE115A" w:rsidTr="00F67671">
        <w:trPr>
          <w:trHeight w:val="989"/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Основные разработчики муниципальной программы</w:t>
            </w:r>
          </w:p>
        </w:tc>
        <w:tc>
          <w:tcPr>
            <w:tcW w:w="6521" w:type="dxa"/>
          </w:tcPr>
          <w:p w:rsidR="00326ED7" w:rsidRPr="00EE115A" w:rsidRDefault="00326ED7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Администрация МО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 (отдел бухгалтерского учета)</w:t>
            </w:r>
          </w:p>
        </w:tc>
      </w:tr>
      <w:tr w:rsidR="00326ED7" w:rsidRPr="00EE115A" w:rsidTr="00F67671">
        <w:trPr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Муниципальный заказчик - координатор муниципальной программы</w:t>
            </w:r>
          </w:p>
        </w:tc>
        <w:tc>
          <w:tcPr>
            <w:tcW w:w="6521" w:type="dxa"/>
          </w:tcPr>
          <w:p w:rsidR="00326ED7" w:rsidRPr="00EE115A" w:rsidRDefault="00326ED7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326ED7" w:rsidRPr="00EE115A" w:rsidTr="00F67671">
        <w:trPr>
          <w:trHeight w:val="580"/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Исполнители муниципальной программы</w:t>
            </w:r>
          </w:p>
        </w:tc>
        <w:tc>
          <w:tcPr>
            <w:tcW w:w="6521" w:type="dxa"/>
          </w:tcPr>
          <w:p w:rsidR="00326ED7" w:rsidRPr="00EE115A" w:rsidRDefault="00326ED7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326ED7" w:rsidRPr="00EE115A" w:rsidTr="00F67671">
        <w:trPr>
          <w:trHeight w:val="139"/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Подпрограммы муниципальной программы (в том числе ведомственные целевые программы, входящие в состав муниципальной программы)</w:t>
            </w:r>
          </w:p>
        </w:tc>
        <w:tc>
          <w:tcPr>
            <w:tcW w:w="6521" w:type="dxa"/>
          </w:tcPr>
          <w:p w:rsidR="00326ED7" w:rsidRPr="00EE115A" w:rsidRDefault="00326ED7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«Обеспечение эффективной финансово-хозяйственной деятельности администрации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области» на 2025-2027 годы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  <w:p w:rsidR="00326ED7" w:rsidRDefault="00326ED7" w:rsidP="008E7D65">
            <w:pPr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  <w:lang w:eastAsia="en-US"/>
              </w:rPr>
              <w:t>«Организация мобилизационной подготовки</w:t>
            </w:r>
            <w:r w:rsidRPr="00EE115A">
              <w:rPr>
                <w:sz w:val="28"/>
                <w:szCs w:val="28"/>
              </w:rPr>
              <w:t>, системы воинского учета и брониров</w:t>
            </w:r>
            <w:r>
              <w:rPr>
                <w:sz w:val="28"/>
                <w:szCs w:val="28"/>
              </w:rPr>
              <w:t>ания в МО</w:t>
            </w:r>
            <w:r w:rsidRPr="00EE115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области» на 2025-2027</w:t>
            </w:r>
            <w:r w:rsidRPr="00EE115A">
              <w:rPr>
                <w:sz w:val="28"/>
                <w:szCs w:val="28"/>
              </w:rPr>
              <w:t xml:space="preserve"> годы»</w:t>
            </w:r>
          </w:p>
          <w:p w:rsidR="00326ED7" w:rsidRPr="00EE115A" w:rsidRDefault="00326ED7" w:rsidP="008E7D65">
            <w:pPr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  <w:lang w:eastAsia="en-US"/>
              </w:rPr>
              <w:t>«Повышение качества предоставления муниципальных социальных в</w:t>
            </w:r>
            <w:r>
              <w:rPr>
                <w:sz w:val="28"/>
                <w:szCs w:val="28"/>
                <w:lang w:eastAsia="en-US"/>
              </w:rPr>
              <w:t>ыплат и пособий населению на 2025-2027 годы»</w:t>
            </w:r>
          </w:p>
        </w:tc>
      </w:tr>
      <w:tr w:rsidR="00326ED7" w:rsidRPr="00EE115A" w:rsidTr="00F67671">
        <w:trPr>
          <w:trHeight w:val="2256"/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521" w:type="dxa"/>
          </w:tcPr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  <w:r w:rsidRPr="00EE115A">
              <w:rPr>
                <w:sz w:val="28"/>
                <w:szCs w:val="28"/>
              </w:rPr>
              <w:t xml:space="preserve"> полномочий, возложенных на муниципальное образование с целью повышения эффективности управления территорией.</w:t>
            </w:r>
          </w:p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Формирование</w:t>
            </w:r>
            <w:r w:rsidRPr="00EE115A">
              <w:rPr>
                <w:sz w:val="28"/>
                <w:szCs w:val="28"/>
              </w:rPr>
              <w:t xml:space="preserve"> системы мер по организационному, финансовому, материально-техническому, информационно-ана</w:t>
            </w:r>
            <w:r>
              <w:rPr>
                <w:sz w:val="28"/>
                <w:szCs w:val="28"/>
              </w:rPr>
              <w:t xml:space="preserve">литическому  и </w:t>
            </w:r>
            <w:r w:rsidRPr="00EE115A">
              <w:rPr>
                <w:sz w:val="28"/>
                <w:szCs w:val="28"/>
              </w:rPr>
              <w:t xml:space="preserve">иному обеспечению деятельности    администрации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>.</w:t>
            </w:r>
          </w:p>
        </w:tc>
      </w:tr>
      <w:tr w:rsidR="00326ED7" w:rsidRPr="00EE115A" w:rsidTr="00F67671">
        <w:trPr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6521" w:type="dxa"/>
          </w:tcPr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Реализация полномочий, возложенных на муниципальное образование с целью повышения эффективности управления территорией.</w:t>
            </w:r>
          </w:p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Создание системы мер по организационному, финансовому, материально-техническом</w:t>
            </w:r>
            <w:r>
              <w:rPr>
                <w:sz w:val="28"/>
                <w:szCs w:val="28"/>
              </w:rPr>
              <w:t>у, информационно-аналитическому</w:t>
            </w:r>
            <w:r w:rsidRPr="00EE115A">
              <w:rPr>
                <w:sz w:val="28"/>
                <w:szCs w:val="28"/>
              </w:rPr>
              <w:t xml:space="preserve"> и иному обеспечению деятел</w:t>
            </w:r>
            <w:r>
              <w:rPr>
                <w:sz w:val="28"/>
                <w:szCs w:val="28"/>
              </w:rPr>
              <w:t>ьности</w:t>
            </w:r>
            <w:r w:rsidRPr="00EE115A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>.</w:t>
            </w:r>
          </w:p>
        </w:tc>
      </w:tr>
      <w:tr w:rsidR="00326ED7" w:rsidRPr="00EE115A" w:rsidTr="00F67671">
        <w:trPr>
          <w:trHeight w:val="1895"/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Целевые индикаторы и показатели муниципальной программы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</w:tcPr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  <w:r w:rsidRPr="00EE115A">
              <w:rPr>
                <w:sz w:val="28"/>
                <w:szCs w:val="28"/>
              </w:rPr>
              <w:t xml:space="preserve"> обязательств, возложенных на муниципальное образование в полном объеме, в том числе публичных - 100%</w:t>
            </w:r>
          </w:p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Отсутствие жалоб </w:t>
            </w:r>
            <w:r w:rsidRPr="00EE115A">
              <w:rPr>
                <w:sz w:val="28"/>
                <w:szCs w:val="28"/>
              </w:rPr>
              <w:t xml:space="preserve">со стороны жителей </w:t>
            </w:r>
            <w:r>
              <w:rPr>
                <w:sz w:val="28"/>
                <w:szCs w:val="28"/>
              </w:rPr>
              <w:t>МО;</w:t>
            </w:r>
            <w:r w:rsidRPr="00EE115A">
              <w:rPr>
                <w:sz w:val="28"/>
                <w:szCs w:val="28"/>
              </w:rPr>
              <w:t xml:space="preserve"> создание комфортных условий для проживания на территории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 xml:space="preserve"> – 0%</w:t>
            </w:r>
          </w:p>
        </w:tc>
      </w:tr>
      <w:tr w:rsidR="00326ED7" w:rsidRPr="00EE115A" w:rsidTr="00F67671">
        <w:trPr>
          <w:trHeight w:val="1170"/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Сроки и этапы реализации муниципальной программы</w:t>
            </w:r>
          </w:p>
        </w:tc>
        <w:tc>
          <w:tcPr>
            <w:tcW w:w="6521" w:type="dxa"/>
          </w:tcPr>
          <w:p w:rsidR="00326ED7" w:rsidRPr="00EE115A" w:rsidRDefault="00326ED7" w:rsidP="005C362A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С 2025 по 2027</w:t>
            </w:r>
            <w:r w:rsidRPr="00EE115A">
              <w:rPr>
                <w:rFonts w:cs="Courier New"/>
                <w:sz w:val="28"/>
                <w:szCs w:val="28"/>
              </w:rPr>
              <w:t xml:space="preserve"> годы </w:t>
            </w:r>
          </w:p>
        </w:tc>
      </w:tr>
      <w:tr w:rsidR="00326ED7" w:rsidRPr="00EE115A" w:rsidTr="00F67671">
        <w:trPr>
          <w:tblCellSpacing w:w="5" w:type="nil"/>
        </w:trPr>
        <w:tc>
          <w:tcPr>
            <w:tcW w:w="2835" w:type="dxa"/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Объемы бюджетных ассигнований и источники финансирования муниципальной программы (в том числе по подпрограммам)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</w:tcPr>
          <w:p w:rsidR="00326ED7" w:rsidRPr="007F615F" w:rsidRDefault="00326ED7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EE115A">
              <w:rPr>
                <w:iCs/>
                <w:sz w:val="28"/>
                <w:szCs w:val="28"/>
              </w:rPr>
              <w:t xml:space="preserve">На реализацию муниципальной программы планируется </w:t>
            </w:r>
            <w:r>
              <w:rPr>
                <w:iCs/>
                <w:sz w:val="28"/>
                <w:szCs w:val="28"/>
              </w:rPr>
              <w:t>направить 3230,19138</w:t>
            </w:r>
            <w:r w:rsidRPr="007F615F">
              <w:rPr>
                <w:iCs/>
                <w:sz w:val="28"/>
                <w:szCs w:val="28"/>
              </w:rPr>
              <w:t xml:space="preserve"> тыс. руб., в том числе:</w:t>
            </w:r>
          </w:p>
          <w:p w:rsidR="00326ED7" w:rsidRDefault="00326ED7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7F615F">
              <w:rPr>
                <w:iCs/>
                <w:sz w:val="28"/>
                <w:szCs w:val="28"/>
              </w:rPr>
              <w:t>- за счет средств бюджета МО «</w:t>
            </w:r>
            <w:r>
              <w:rPr>
                <w:iCs/>
                <w:sz w:val="28"/>
                <w:szCs w:val="28"/>
              </w:rPr>
              <w:t xml:space="preserve">Сельское поселение село Пироговка Ахтубинского муниципального района Астраханской области» 2720,39138 </w:t>
            </w:r>
            <w:r w:rsidRPr="007F615F">
              <w:rPr>
                <w:iCs/>
                <w:sz w:val="28"/>
                <w:szCs w:val="28"/>
              </w:rPr>
              <w:t>тыс. руб.</w:t>
            </w:r>
            <w:r>
              <w:rPr>
                <w:iCs/>
                <w:sz w:val="28"/>
                <w:szCs w:val="28"/>
              </w:rPr>
              <w:t>, в том числе:</w:t>
            </w:r>
          </w:p>
          <w:p w:rsidR="00326ED7" w:rsidRDefault="00326ED7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2025 год-1123,80832 тыс. руб.</w:t>
            </w:r>
          </w:p>
          <w:p w:rsidR="00326ED7" w:rsidRDefault="00326ED7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2026 год-805,34153 тыс. руб.</w:t>
            </w:r>
          </w:p>
          <w:p w:rsidR="00326ED7" w:rsidRPr="007F615F" w:rsidRDefault="00326ED7" w:rsidP="00103B9F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2027 год-791,24153 тыс. руб.</w:t>
            </w:r>
          </w:p>
          <w:p w:rsidR="00326ED7" w:rsidRDefault="00326ED7" w:rsidP="00103B9F">
            <w:pPr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7F615F">
              <w:rPr>
                <w:iCs/>
                <w:sz w:val="28"/>
                <w:szCs w:val="28"/>
              </w:rPr>
              <w:t xml:space="preserve">- за счет средств </w:t>
            </w:r>
            <w:r>
              <w:rPr>
                <w:iCs/>
                <w:sz w:val="28"/>
                <w:szCs w:val="28"/>
              </w:rPr>
              <w:t xml:space="preserve">федерального </w:t>
            </w:r>
            <w:r w:rsidRPr="007F615F">
              <w:rPr>
                <w:iCs/>
                <w:sz w:val="28"/>
                <w:szCs w:val="28"/>
              </w:rPr>
              <w:t>бюджета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7F615F">
              <w:rPr>
                <w:iCs/>
                <w:sz w:val="28"/>
                <w:szCs w:val="28"/>
              </w:rPr>
              <w:t xml:space="preserve">– </w:t>
            </w:r>
            <w:r>
              <w:rPr>
                <w:iCs/>
                <w:color w:val="000000"/>
                <w:sz w:val="28"/>
                <w:szCs w:val="28"/>
              </w:rPr>
              <w:t>509,80000</w:t>
            </w:r>
            <w:r w:rsidRPr="007F615F">
              <w:rPr>
                <w:iCs/>
                <w:color w:val="000000"/>
                <w:sz w:val="28"/>
                <w:szCs w:val="28"/>
              </w:rPr>
              <w:t xml:space="preserve"> тыс. руб.</w:t>
            </w:r>
            <w:r>
              <w:rPr>
                <w:iCs/>
                <w:color w:val="000000"/>
                <w:sz w:val="28"/>
                <w:szCs w:val="28"/>
              </w:rPr>
              <w:t>, в том числе:</w:t>
            </w:r>
          </w:p>
          <w:p w:rsidR="00326ED7" w:rsidRDefault="00326ED7" w:rsidP="00417467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2025 год-157,80000 тыс. руб.</w:t>
            </w:r>
          </w:p>
          <w:p w:rsidR="00326ED7" w:rsidRDefault="00326ED7" w:rsidP="00417467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2026 год-172,90000 тыс. руб.</w:t>
            </w:r>
          </w:p>
          <w:p w:rsidR="00326ED7" w:rsidRPr="007F615F" w:rsidRDefault="00326ED7" w:rsidP="00417467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2027 год-179,10000 тыс. руб.</w:t>
            </w:r>
          </w:p>
          <w:p w:rsidR="00326ED7" w:rsidRPr="00417467" w:rsidRDefault="00326ED7" w:rsidP="00103B9F">
            <w:pPr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7F615F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EE115A">
              <w:rPr>
                <w:sz w:val="28"/>
                <w:szCs w:val="28"/>
                <w:lang w:eastAsia="en-US"/>
              </w:rPr>
              <w:t>В том числе по подпрограммам:</w:t>
            </w:r>
          </w:p>
          <w:p w:rsidR="00326ED7" w:rsidRDefault="00326ED7" w:rsidP="00103B9F">
            <w:pPr>
              <w:widowControl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- </w:t>
            </w:r>
            <w:r w:rsidRPr="00EE115A">
              <w:rPr>
                <w:i/>
                <w:sz w:val="28"/>
                <w:szCs w:val="28"/>
                <w:lang w:eastAsia="en-US"/>
              </w:rPr>
              <w:t>подпрограмма 1</w:t>
            </w:r>
            <w:r w:rsidRPr="00EE115A">
              <w:rPr>
                <w:sz w:val="28"/>
                <w:szCs w:val="28"/>
                <w:lang w:eastAsia="en-US"/>
              </w:rPr>
              <w:t xml:space="preserve"> «Обеспечение эффективной финансово-хозяйственной деятельности администрации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области» на 2025-2027 годы</w:t>
            </w:r>
            <w:r w:rsidRPr="00EE115A">
              <w:rPr>
                <w:sz w:val="28"/>
                <w:szCs w:val="28"/>
                <w:lang w:eastAsia="en-US"/>
              </w:rPr>
              <w:t xml:space="preserve">» - </w:t>
            </w:r>
            <w:r>
              <w:rPr>
                <w:sz w:val="28"/>
                <w:szCs w:val="28"/>
                <w:lang w:eastAsia="en-US"/>
              </w:rPr>
              <w:t xml:space="preserve">2682,89138 </w:t>
            </w:r>
            <w:r w:rsidRPr="005C362A">
              <w:rPr>
                <w:sz w:val="28"/>
                <w:szCs w:val="28"/>
                <w:lang w:eastAsia="en-US"/>
              </w:rPr>
              <w:t>тыс.руб</w:t>
            </w:r>
            <w:r>
              <w:rPr>
                <w:sz w:val="28"/>
                <w:szCs w:val="28"/>
                <w:lang w:eastAsia="en-US"/>
              </w:rPr>
              <w:t>., в том числе за счет средств бюджета</w:t>
            </w:r>
            <w:r w:rsidRPr="00EE115A">
              <w:rPr>
                <w:sz w:val="28"/>
                <w:szCs w:val="28"/>
                <w:lang w:eastAsia="en-US"/>
              </w:rPr>
              <w:t xml:space="preserve"> МО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:</w:t>
            </w:r>
          </w:p>
          <w:p w:rsidR="00326ED7" w:rsidRDefault="00326ED7" w:rsidP="00103B9F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</w:t>
            </w:r>
            <w:r w:rsidRPr="00EE115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C362A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086,30832 </w:t>
            </w:r>
            <w:r w:rsidRPr="005C362A">
              <w:rPr>
                <w:sz w:val="28"/>
                <w:szCs w:val="28"/>
                <w:lang w:eastAsia="en-US"/>
              </w:rPr>
              <w:t xml:space="preserve">тыс.руб., </w:t>
            </w:r>
          </w:p>
          <w:p w:rsidR="00326ED7" w:rsidRDefault="00326ED7" w:rsidP="00103B9F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год- 805,34153 </w:t>
            </w:r>
            <w:r w:rsidRPr="005C362A">
              <w:rPr>
                <w:sz w:val="28"/>
                <w:szCs w:val="28"/>
                <w:lang w:eastAsia="en-US"/>
              </w:rPr>
              <w:t xml:space="preserve">тыс.руб., </w:t>
            </w:r>
          </w:p>
          <w:p w:rsidR="00326ED7" w:rsidRPr="00552974" w:rsidRDefault="00326ED7" w:rsidP="00103B9F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2027 год- 791,24153 </w:t>
            </w:r>
            <w:r w:rsidRPr="005C362A">
              <w:rPr>
                <w:sz w:val="28"/>
                <w:szCs w:val="28"/>
                <w:lang w:eastAsia="en-US"/>
              </w:rPr>
              <w:t>тыс.руб.</w:t>
            </w:r>
          </w:p>
          <w:p w:rsidR="00326ED7" w:rsidRDefault="00326ED7" w:rsidP="00417467">
            <w:pPr>
              <w:rPr>
                <w:sz w:val="28"/>
                <w:szCs w:val="28"/>
                <w:lang w:eastAsia="en-US"/>
              </w:rPr>
            </w:pPr>
            <w:r w:rsidRPr="00552974">
              <w:rPr>
                <w:sz w:val="28"/>
                <w:szCs w:val="28"/>
                <w:lang w:eastAsia="en-US"/>
              </w:rPr>
              <w:t>-</w:t>
            </w:r>
            <w:r w:rsidRPr="00552974">
              <w:rPr>
                <w:i/>
                <w:sz w:val="28"/>
                <w:szCs w:val="28"/>
                <w:lang w:eastAsia="en-US"/>
              </w:rPr>
              <w:t>подпрограмма 2</w:t>
            </w:r>
            <w:r w:rsidRPr="00552974">
              <w:rPr>
                <w:sz w:val="28"/>
                <w:szCs w:val="28"/>
                <w:lang w:eastAsia="en-US"/>
              </w:rPr>
              <w:t xml:space="preserve"> «</w:t>
            </w:r>
            <w:r w:rsidRPr="00552974">
              <w:rPr>
                <w:sz w:val="28"/>
                <w:szCs w:val="28"/>
              </w:rPr>
              <w:t>Организация мобилизационной подготовки, системы воинского учета и брониров</w:t>
            </w:r>
            <w:r>
              <w:rPr>
                <w:sz w:val="28"/>
                <w:szCs w:val="28"/>
              </w:rPr>
              <w:t>ания в МО</w:t>
            </w:r>
            <w:r w:rsidRPr="00552974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области» на 2025-2027 годы» 509,80000</w:t>
            </w:r>
            <w:r w:rsidRPr="00552974">
              <w:rPr>
                <w:sz w:val="28"/>
                <w:szCs w:val="28"/>
              </w:rPr>
              <w:t xml:space="preserve"> тыс.руб.в том числе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EE115A">
              <w:rPr>
                <w:sz w:val="28"/>
                <w:szCs w:val="28"/>
                <w:lang w:eastAsia="en-US"/>
              </w:rPr>
              <w:t>за с</w:t>
            </w:r>
            <w:r>
              <w:rPr>
                <w:sz w:val="28"/>
                <w:szCs w:val="28"/>
                <w:lang w:eastAsia="en-US"/>
              </w:rPr>
              <w:t>чет средств федерального бюджета:</w:t>
            </w:r>
          </w:p>
          <w:p w:rsidR="00326ED7" w:rsidRDefault="00326ED7" w:rsidP="004174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год- 157,80000 тыс.руб.</w:t>
            </w:r>
          </w:p>
          <w:p w:rsidR="00326ED7" w:rsidRDefault="00326ED7" w:rsidP="004174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 год- 172,90000 тыс.руб.</w:t>
            </w:r>
          </w:p>
          <w:p w:rsidR="00326ED7" w:rsidRDefault="00326ED7" w:rsidP="00903B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 год- 179,10000</w:t>
            </w:r>
            <w:r w:rsidRPr="00EE115A">
              <w:rPr>
                <w:sz w:val="28"/>
                <w:szCs w:val="28"/>
                <w:lang w:eastAsia="en-US"/>
              </w:rPr>
              <w:t xml:space="preserve"> тыс.руб</w:t>
            </w:r>
            <w:r>
              <w:rPr>
                <w:sz w:val="28"/>
                <w:szCs w:val="28"/>
                <w:lang w:eastAsia="en-US"/>
              </w:rPr>
              <w:t>.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</w:p>
          <w:p w:rsidR="00326ED7" w:rsidRDefault="00326ED7" w:rsidP="00903B24">
            <w:pPr>
              <w:rPr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-</w:t>
            </w:r>
            <w:r w:rsidRPr="00552974">
              <w:rPr>
                <w:i/>
                <w:sz w:val="28"/>
                <w:szCs w:val="28"/>
                <w:lang w:eastAsia="en-US"/>
              </w:rPr>
              <w:t xml:space="preserve">подпрограмма </w:t>
            </w:r>
            <w:r>
              <w:rPr>
                <w:i/>
                <w:sz w:val="28"/>
                <w:szCs w:val="28"/>
                <w:lang w:eastAsia="en-US"/>
              </w:rPr>
              <w:t xml:space="preserve">3 </w:t>
            </w:r>
            <w:r w:rsidRPr="00EE115A">
              <w:rPr>
                <w:sz w:val="28"/>
                <w:szCs w:val="28"/>
                <w:lang w:eastAsia="en-US"/>
              </w:rPr>
              <w:t>«Повышение качества предоставления муниципальных социальных в</w:t>
            </w:r>
            <w:r>
              <w:rPr>
                <w:sz w:val="28"/>
                <w:szCs w:val="28"/>
                <w:lang w:eastAsia="en-US"/>
              </w:rPr>
              <w:t>ыплат и пособий населению на 2025-2027 годы»</w:t>
            </w:r>
          </w:p>
          <w:p w:rsidR="00326ED7" w:rsidRDefault="00326ED7" w:rsidP="00D670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37,50000</w:t>
            </w:r>
            <w:r w:rsidRPr="00552974">
              <w:rPr>
                <w:sz w:val="28"/>
                <w:szCs w:val="28"/>
              </w:rPr>
              <w:t xml:space="preserve"> тыс.руб.в том числе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EE115A">
              <w:rPr>
                <w:sz w:val="28"/>
                <w:szCs w:val="28"/>
                <w:lang w:eastAsia="en-US"/>
              </w:rPr>
              <w:t>за с</w:t>
            </w:r>
            <w:r>
              <w:rPr>
                <w:sz w:val="28"/>
                <w:szCs w:val="28"/>
                <w:lang w:eastAsia="en-US"/>
              </w:rPr>
              <w:t>чет средств федерального бюджета:</w:t>
            </w:r>
          </w:p>
          <w:p w:rsidR="00326ED7" w:rsidRDefault="00326ED7" w:rsidP="00D670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год- 37,50000 тыс.руб.</w:t>
            </w:r>
          </w:p>
          <w:p w:rsidR="00326ED7" w:rsidRDefault="00326ED7" w:rsidP="00D670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 год- 0,00000 тыс.руб.</w:t>
            </w:r>
          </w:p>
          <w:p w:rsidR="00326ED7" w:rsidRPr="00EE115A" w:rsidRDefault="00326ED7" w:rsidP="00903B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 год- 0,00000</w:t>
            </w:r>
            <w:r w:rsidRPr="00EE115A">
              <w:rPr>
                <w:sz w:val="28"/>
                <w:szCs w:val="28"/>
                <w:lang w:eastAsia="en-US"/>
              </w:rPr>
              <w:t xml:space="preserve"> тыс.руб</w:t>
            </w:r>
            <w:r>
              <w:rPr>
                <w:sz w:val="28"/>
                <w:szCs w:val="28"/>
                <w:lang w:eastAsia="en-US"/>
              </w:rPr>
              <w:t>.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26ED7" w:rsidRPr="00EE115A" w:rsidTr="00F6767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45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br w:type="page"/>
            </w:r>
            <w:r w:rsidRPr="00EE115A">
              <w:rPr>
                <w:sz w:val="28"/>
                <w:szCs w:val="28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7E0E">
              <w:rPr>
                <w:sz w:val="28"/>
                <w:szCs w:val="28"/>
              </w:rPr>
              <w:t>В результате реализации</w:t>
            </w:r>
            <w:r w:rsidRPr="00EE115A">
              <w:rPr>
                <w:sz w:val="28"/>
                <w:szCs w:val="28"/>
              </w:rPr>
              <w:t xml:space="preserve"> программных мероприятий ожидается: </w:t>
            </w:r>
          </w:p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1. Повышение качества жизни на территории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>.</w:t>
            </w:r>
          </w:p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2. Выполнение всех взятых на </w:t>
            </w:r>
            <w:r>
              <w:rPr>
                <w:sz w:val="28"/>
                <w:szCs w:val="28"/>
              </w:rPr>
              <w:t xml:space="preserve">себя обязательств, в       том </w:t>
            </w:r>
            <w:r w:rsidRPr="00EE115A">
              <w:rPr>
                <w:sz w:val="28"/>
                <w:szCs w:val="28"/>
              </w:rPr>
              <w:t>числе – публичных.</w:t>
            </w:r>
          </w:p>
          <w:p w:rsidR="00326ED7" w:rsidRPr="00EE115A" w:rsidRDefault="00326ED7" w:rsidP="00103B9F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 xml:space="preserve">3. Повышение эффективности выполнения принятых управленческих решений. </w:t>
            </w:r>
          </w:p>
        </w:tc>
      </w:tr>
      <w:tr w:rsidR="00326ED7" w:rsidRPr="00EE115A" w:rsidTr="00F6767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0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ED7" w:rsidRPr="00EE115A" w:rsidRDefault="00326ED7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26ED7" w:rsidRPr="00EE115A" w:rsidTr="00F6767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42"/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Система органи</w:t>
            </w:r>
            <w:r>
              <w:rPr>
                <w:sz w:val="28"/>
                <w:szCs w:val="28"/>
                <w:lang w:eastAsia="en-US"/>
              </w:rPr>
              <w:t xml:space="preserve">зации контроля </w:t>
            </w:r>
            <w:r w:rsidRPr="00EE115A">
              <w:rPr>
                <w:sz w:val="28"/>
                <w:szCs w:val="28"/>
                <w:lang w:eastAsia="en-US"/>
              </w:rPr>
              <w:t>за исполнением муниципальной программы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103B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внутренний контроль (отдел бухгалтерского учета) </w:t>
            </w:r>
          </w:p>
        </w:tc>
      </w:tr>
    </w:tbl>
    <w:p w:rsidR="00326ED7" w:rsidRPr="00EE115A" w:rsidRDefault="00326ED7" w:rsidP="00EE115A">
      <w:pPr>
        <w:widowControl w:val="0"/>
        <w:autoSpaceDE w:val="0"/>
        <w:autoSpaceDN w:val="0"/>
        <w:adjustRightInd w:val="0"/>
        <w:jc w:val="right"/>
        <w:rPr>
          <w:sz w:val="2"/>
          <w:szCs w:val="2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outlineLvl w:val="1"/>
        <w:rPr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1. Общие положения, основание для разработки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</w:t>
      </w:r>
      <w:r w:rsidRPr="00EE115A">
        <w:rPr>
          <w:sz w:val="28"/>
          <w:szCs w:val="28"/>
          <w:lang w:eastAsia="en-US"/>
        </w:rPr>
        <w:t>Принятие муниципальной программы</w:t>
      </w:r>
      <w:r>
        <w:rPr>
          <w:sz w:val="28"/>
          <w:szCs w:val="28"/>
          <w:lang w:eastAsia="en-US"/>
        </w:rPr>
        <w:t xml:space="preserve"> </w:t>
      </w:r>
      <w:r w:rsidRPr="00C034E0">
        <w:rPr>
          <w:sz w:val="28"/>
          <w:szCs w:val="28"/>
        </w:rPr>
        <w:t>«Реализация функций органов местного самоуправления МО «Сельское поселение село Пироговка Ахтубинского муниципального района Астра</w:t>
      </w:r>
      <w:r>
        <w:rPr>
          <w:sz w:val="28"/>
          <w:szCs w:val="28"/>
        </w:rPr>
        <w:t>ханской области» на 2025-2027 годы</w:t>
      </w:r>
      <w:r w:rsidRPr="00C034E0">
        <w:rPr>
          <w:sz w:val="28"/>
          <w:szCs w:val="28"/>
        </w:rPr>
        <w:t>»</w:t>
      </w:r>
      <w:r w:rsidRPr="00EE115A">
        <w:rPr>
          <w:sz w:val="28"/>
          <w:szCs w:val="28"/>
          <w:lang w:eastAsia="en-US"/>
        </w:rPr>
        <w:t xml:space="preserve"> </w:t>
      </w:r>
      <w:r w:rsidRPr="00EE115A">
        <w:rPr>
          <w:sz w:val="28"/>
          <w:szCs w:val="28"/>
        </w:rPr>
        <w:t xml:space="preserve">обусловлено необходимостью создания оптимальных условий для должностных лиц </w:t>
      </w:r>
      <w:r>
        <w:rPr>
          <w:sz w:val="28"/>
          <w:szCs w:val="28"/>
        </w:rPr>
        <w:t>МО, структурных подразделений МО</w:t>
      </w:r>
      <w:r w:rsidRPr="00EE115A">
        <w:rPr>
          <w:sz w:val="28"/>
          <w:szCs w:val="28"/>
        </w:rPr>
        <w:t xml:space="preserve"> при осуществлении деятельности.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Нормативно-правовая база для принятия муниципальной подпрограммы:</w:t>
      </w:r>
    </w:p>
    <w:p w:rsidR="00326ED7" w:rsidRPr="00EE115A" w:rsidRDefault="00326ED7" w:rsidP="00EE11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 Бюджетный кодекс Российской Федерации;</w:t>
      </w:r>
    </w:p>
    <w:p w:rsidR="00326ED7" w:rsidRPr="00EE115A" w:rsidRDefault="00326ED7" w:rsidP="00EE11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2. Общая характеристика сферы реализации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15A">
        <w:rPr>
          <w:sz w:val="28"/>
          <w:szCs w:val="28"/>
        </w:rPr>
        <w:t xml:space="preserve">На момент введения в действие настоящей муниципальной программы администрация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осуществляет деятельность по многим направлениям, в том числе: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деятельности</w:t>
      </w:r>
      <w:r w:rsidRPr="00EE115A">
        <w:rPr>
          <w:sz w:val="28"/>
          <w:szCs w:val="28"/>
        </w:rPr>
        <w:t xml:space="preserve"> структурных подразделений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>;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В настоящее время численность администрации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 xml:space="preserve">» составляет </w:t>
      </w:r>
      <w:r>
        <w:rPr>
          <w:sz w:val="28"/>
          <w:szCs w:val="28"/>
        </w:rPr>
        <w:t>5</w:t>
      </w:r>
      <w:r w:rsidRPr="00EE115A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3. Обоснование включения в состав муниципальной программы подпрограмм.</w:t>
      </w:r>
    </w:p>
    <w:p w:rsidR="00326ED7" w:rsidRPr="00EE115A" w:rsidRDefault="00326ED7" w:rsidP="00EE115A">
      <w:pPr>
        <w:autoSpaceDE w:val="0"/>
        <w:autoSpaceDN w:val="0"/>
        <w:adjustRightInd w:val="0"/>
        <w:rPr>
          <w:sz w:val="28"/>
          <w:szCs w:val="28"/>
        </w:rPr>
      </w:pPr>
      <w:r w:rsidRPr="00EE115A">
        <w:rPr>
          <w:sz w:val="28"/>
          <w:szCs w:val="28"/>
        </w:rPr>
        <w:t>-  Бюджетный кодекс Российской Федерации;</w:t>
      </w:r>
    </w:p>
    <w:p w:rsidR="00326ED7" w:rsidRDefault="00326ED7" w:rsidP="00F676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4. Приоритеты муниципальной политики в сфере реализации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Муниципальная программа </w:t>
      </w:r>
      <w:r>
        <w:rPr>
          <w:sz w:val="28"/>
          <w:szCs w:val="28"/>
        </w:rPr>
        <w:t>«Реализация функций</w:t>
      </w:r>
      <w:r w:rsidRPr="00EE115A">
        <w:rPr>
          <w:sz w:val="28"/>
          <w:szCs w:val="28"/>
        </w:rPr>
        <w:t xml:space="preserve"> органов местного самоуправления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 на 2025-2027 годы»</w:t>
      </w:r>
      <w:r w:rsidRPr="00EE115A">
        <w:rPr>
          <w:sz w:val="28"/>
          <w:szCs w:val="28"/>
        </w:rPr>
        <w:t xml:space="preserve">  разработана в соответствии со стратегией социально-экономического развития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>» Астрахан</w:t>
      </w:r>
      <w:r>
        <w:rPr>
          <w:sz w:val="28"/>
          <w:szCs w:val="28"/>
        </w:rPr>
        <w:t>ской области на период 2025-2027</w:t>
      </w:r>
      <w:r w:rsidRPr="00EE115A">
        <w:rPr>
          <w:sz w:val="28"/>
          <w:szCs w:val="28"/>
        </w:rPr>
        <w:t xml:space="preserve"> годы.</w:t>
      </w: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5. Цели, задачи, целевые индикаторы и показатели муниципальной программы, перечень подпрограмм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</w:rPr>
        <w:t xml:space="preserve">Основные цели и задачи </w:t>
      </w:r>
      <w:r w:rsidRPr="00EE115A">
        <w:rPr>
          <w:sz w:val="28"/>
          <w:szCs w:val="28"/>
          <w:lang w:eastAsia="en-US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C034E0">
        <w:rPr>
          <w:sz w:val="28"/>
          <w:szCs w:val="28"/>
        </w:rPr>
        <w:t>«Реализация функций органов местного самоуправления МО «Сельское поселение село Пироговка Ахтубинского муниципального района Астра</w:t>
      </w:r>
      <w:r>
        <w:rPr>
          <w:sz w:val="28"/>
          <w:szCs w:val="28"/>
        </w:rPr>
        <w:t>ханской области» на 2025-2027 годы</w:t>
      </w:r>
      <w:r w:rsidRPr="00C034E0">
        <w:rPr>
          <w:sz w:val="28"/>
          <w:szCs w:val="28"/>
        </w:rPr>
        <w:t>»</w:t>
      </w:r>
      <w:r w:rsidRPr="00EE115A">
        <w:rPr>
          <w:sz w:val="28"/>
          <w:szCs w:val="28"/>
        </w:rPr>
        <w:t>:</w:t>
      </w:r>
    </w:p>
    <w:p w:rsidR="00326ED7" w:rsidRPr="00EE115A" w:rsidRDefault="00326ED7" w:rsidP="00EE11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реализация полномочий, возложенных на муниципальное образование с целью повышения эффективности управления территорией;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создание системы мер по организационному, финансовому, материально-техническом</w:t>
      </w:r>
      <w:r>
        <w:rPr>
          <w:sz w:val="28"/>
          <w:szCs w:val="28"/>
        </w:rPr>
        <w:t>у, информационно-аналитическому</w:t>
      </w:r>
      <w:r w:rsidRPr="00EE115A">
        <w:rPr>
          <w:sz w:val="28"/>
          <w:szCs w:val="28"/>
        </w:rPr>
        <w:t xml:space="preserve"> и иному обеспечению деятельности    администрации муниципального района;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- оптимизация расходов на содержание аппарата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>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Pr="00EE115A">
        <w:rPr>
          <w:sz w:val="28"/>
          <w:szCs w:val="28"/>
        </w:rPr>
        <w:t>подпрограмм: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- подпрограмма 1 «Обеспечение эффективной финансово-хозяйственной деятельности администрации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области» на 2025-2027 годы</w:t>
      </w:r>
      <w:r w:rsidRPr="00EE115A">
        <w:rPr>
          <w:sz w:val="28"/>
          <w:szCs w:val="28"/>
        </w:rPr>
        <w:t xml:space="preserve">»; </w:t>
      </w:r>
    </w:p>
    <w:p w:rsidR="00326ED7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подпрограмма   2</w:t>
      </w:r>
      <w:r>
        <w:rPr>
          <w:sz w:val="28"/>
          <w:szCs w:val="28"/>
        </w:rPr>
        <w:t xml:space="preserve"> </w:t>
      </w:r>
      <w:r w:rsidRPr="00EE115A">
        <w:rPr>
          <w:sz w:val="28"/>
          <w:szCs w:val="28"/>
        </w:rPr>
        <w:t>«Организация мобили</w:t>
      </w:r>
      <w:r>
        <w:rPr>
          <w:sz w:val="28"/>
          <w:szCs w:val="28"/>
        </w:rPr>
        <w:t>зационной подготовки</w:t>
      </w:r>
      <w:r w:rsidRPr="00EE115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E115A">
        <w:rPr>
          <w:sz w:val="28"/>
          <w:szCs w:val="28"/>
        </w:rPr>
        <w:t>системы воинского учета и брониров</w:t>
      </w:r>
      <w:r>
        <w:rPr>
          <w:sz w:val="28"/>
          <w:szCs w:val="28"/>
        </w:rPr>
        <w:t>ания в 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>»</w:t>
      </w:r>
      <w:r>
        <w:rPr>
          <w:sz w:val="28"/>
          <w:szCs w:val="28"/>
        </w:rPr>
        <w:t xml:space="preserve"> на 2025-2027 годы»</w:t>
      </w:r>
    </w:p>
    <w:p w:rsidR="00326ED7" w:rsidRPr="0022307C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307C">
        <w:rPr>
          <w:sz w:val="28"/>
          <w:szCs w:val="28"/>
        </w:rPr>
        <w:t>-подпрограмма 3 «Повышение качества предоставления муниципальных социальных выплат и пособий населению на 2025-2027 годы»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6. Сроки реализации муниципальной программы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15A">
        <w:rPr>
          <w:sz w:val="28"/>
          <w:szCs w:val="28"/>
        </w:rPr>
        <w:t>Реализация муниципальной программы о</w:t>
      </w:r>
      <w:r>
        <w:rPr>
          <w:sz w:val="28"/>
          <w:szCs w:val="28"/>
        </w:rPr>
        <w:t>существляется в течение 2025–2027</w:t>
      </w:r>
      <w:r w:rsidRPr="00EE115A">
        <w:rPr>
          <w:sz w:val="28"/>
          <w:szCs w:val="28"/>
        </w:rPr>
        <w:t xml:space="preserve"> годов в один этап.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 xml:space="preserve"> 7. Перечень мероприятий муниципальной программы и мер муниципального регулирования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Pr="00EE115A">
        <w:rPr>
          <w:sz w:val="28"/>
          <w:szCs w:val="28"/>
          <w:lang w:eastAsia="en-US"/>
        </w:rPr>
        <w:t>Для реа</w:t>
      </w:r>
      <w:r>
        <w:rPr>
          <w:sz w:val="28"/>
          <w:szCs w:val="28"/>
          <w:lang w:eastAsia="en-US"/>
        </w:rPr>
        <w:t>лизации муниципальной программы</w:t>
      </w:r>
      <w:r w:rsidRPr="00EE115A">
        <w:rPr>
          <w:sz w:val="28"/>
          <w:szCs w:val="28"/>
          <w:lang w:eastAsia="en-US"/>
        </w:rPr>
        <w:t xml:space="preserve"> необходимо провести следующие мероприятия: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- оптимизировать расходы на содержание аппарата управления администрации </w:t>
      </w:r>
      <w:r>
        <w:rPr>
          <w:sz w:val="28"/>
          <w:szCs w:val="28"/>
          <w:lang w:eastAsia="en-US"/>
        </w:rPr>
        <w:t>МО</w:t>
      </w:r>
      <w:r w:rsidRPr="00EE115A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»;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- создание эффективной системы мер по организационному, правовому, финансовому, материально-техническому, информационно-аналитическому и иному обеспечению деятельности глав, структурных подразделений </w:t>
      </w:r>
      <w:r>
        <w:rPr>
          <w:sz w:val="28"/>
          <w:szCs w:val="28"/>
          <w:lang w:eastAsia="en-US"/>
        </w:rPr>
        <w:t>МО</w:t>
      </w:r>
      <w:r w:rsidRPr="00EE115A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8. Ресурсное обеспечение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Pr="00EE115A">
        <w:rPr>
          <w:sz w:val="28"/>
          <w:szCs w:val="28"/>
          <w:lang w:eastAsia="en-US"/>
        </w:rPr>
        <w:t xml:space="preserve">Финансирование муниципальной программы осуществляется за счет средств бюджета </w:t>
      </w:r>
      <w:r>
        <w:rPr>
          <w:sz w:val="28"/>
          <w:szCs w:val="28"/>
          <w:lang w:eastAsia="en-US"/>
        </w:rPr>
        <w:t>МО</w:t>
      </w:r>
      <w:r w:rsidRPr="00EE115A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Общий об</w:t>
      </w:r>
      <w:r>
        <w:rPr>
          <w:sz w:val="28"/>
          <w:szCs w:val="28"/>
          <w:lang w:eastAsia="en-US"/>
        </w:rPr>
        <w:t>ъем финансирования составляет 3230,19138 т</w:t>
      </w:r>
      <w:r w:rsidRPr="00EE115A">
        <w:rPr>
          <w:sz w:val="28"/>
          <w:szCs w:val="28"/>
          <w:lang w:eastAsia="en-US"/>
        </w:rPr>
        <w:t>ыс.руб.  В том числе:</w:t>
      </w:r>
    </w:p>
    <w:p w:rsidR="00326ED7" w:rsidRPr="00EE115A" w:rsidRDefault="00326ED7" w:rsidP="00EE115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2025 год – 1281,60832 </w:t>
      </w:r>
      <w:r w:rsidRPr="00EE115A">
        <w:rPr>
          <w:sz w:val="28"/>
          <w:szCs w:val="28"/>
        </w:rPr>
        <w:t>тыс.руб.</w:t>
      </w:r>
    </w:p>
    <w:p w:rsidR="00326ED7" w:rsidRPr="00EE115A" w:rsidRDefault="00326ED7" w:rsidP="00EE115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2026 год – 978,24153 </w:t>
      </w:r>
      <w:r w:rsidRPr="00552974">
        <w:rPr>
          <w:sz w:val="28"/>
          <w:szCs w:val="28"/>
        </w:rPr>
        <w:t>тыс</w:t>
      </w:r>
      <w:r w:rsidRPr="00EE115A">
        <w:rPr>
          <w:sz w:val="28"/>
          <w:szCs w:val="28"/>
        </w:rPr>
        <w:t>.руб.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2027 год – 970,34153 </w:t>
      </w:r>
      <w:r w:rsidRPr="00EE115A">
        <w:rPr>
          <w:sz w:val="28"/>
          <w:szCs w:val="28"/>
        </w:rPr>
        <w:t>тыс.руб.</w:t>
      </w:r>
    </w:p>
    <w:p w:rsidR="00326ED7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Ресурсное обеспечение муниципальной программы изложено в приложении № 3 к муниципальной программе.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9. Механизм реализации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115A">
        <w:rPr>
          <w:sz w:val="28"/>
          <w:szCs w:val="28"/>
        </w:rPr>
        <w:t>Реализация муниципальной программы осуществляется путем выделения средств из бюдж</w:t>
      </w:r>
      <w:r>
        <w:rPr>
          <w:sz w:val="28"/>
          <w:szCs w:val="28"/>
        </w:rPr>
        <w:t xml:space="preserve">ета МО </w:t>
      </w:r>
      <w:r w:rsidRPr="00EE115A">
        <w:rPr>
          <w:sz w:val="28"/>
          <w:szCs w:val="28"/>
        </w:rPr>
        <w:t>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 xml:space="preserve">» на реализацию  мероприятий по обеспечению выполнения мероприятий, предусмотренных данной муниципальной программой. 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В целях реализации муниципальной программы, отдел бухгалтерского учета осуществляет: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-  координацию по выполнению мероприятий, предусмотренных программой;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-  осуществляет контроль за целевым и эффективным использованием выделенных бюджетных ассигнований;</w:t>
      </w:r>
    </w:p>
    <w:p w:rsidR="00326ED7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 xml:space="preserve">- принимает иные необходимые меры для реализации программы.  </w:t>
      </w:r>
    </w:p>
    <w:p w:rsidR="00326ED7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26ED7" w:rsidRPr="006B64C9" w:rsidRDefault="00326ED7" w:rsidP="006B64C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10. Организация управления муниципальной программой и мониторинг её реализации, механизм взаимодействия муниципальных заказчиков и контроль за ходом её реализации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E115A">
        <w:rPr>
          <w:sz w:val="28"/>
          <w:szCs w:val="28"/>
        </w:rPr>
        <w:t>Контроль за исполнением муници</w:t>
      </w:r>
      <w:r>
        <w:rPr>
          <w:sz w:val="28"/>
          <w:szCs w:val="28"/>
        </w:rPr>
        <w:t xml:space="preserve">пальной программы осуществляют </w:t>
      </w:r>
      <w:r w:rsidRPr="00EE115A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>».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Показатели, характеризующие реализацию муниципальной программы,</w:t>
      </w:r>
      <w:r>
        <w:rPr>
          <w:sz w:val="28"/>
          <w:szCs w:val="28"/>
        </w:rPr>
        <w:t xml:space="preserve"> отражены в приложении № 3 </w:t>
      </w:r>
      <w:r w:rsidRPr="00EE115A">
        <w:rPr>
          <w:sz w:val="28"/>
          <w:szCs w:val="28"/>
        </w:rPr>
        <w:t>к муниципальной программе.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26ED7" w:rsidRPr="00A602FC" w:rsidRDefault="00326ED7" w:rsidP="00EE1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A602FC">
        <w:rPr>
          <w:b/>
          <w:sz w:val="28"/>
          <w:szCs w:val="28"/>
        </w:rPr>
        <w:t>11.</w:t>
      </w:r>
      <w:r w:rsidRPr="00A602FC">
        <w:rPr>
          <w:b/>
          <w:sz w:val="28"/>
          <w:szCs w:val="28"/>
          <w:lang w:eastAsia="en-US"/>
        </w:rPr>
        <w:t xml:space="preserve"> Оценка эффективности (экономическая, социальная и экологическая) реализации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26ED7" w:rsidRDefault="00326ED7" w:rsidP="008C2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Освоение выделенных бюджетных ассигнований с</w:t>
      </w:r>
      <w:r>
        <w:rPr>
          <w:sz w:val="28"/>
          <w:szCs w:val="28"/>
          <w:lang w:eastAsia="en-US"/>
        </w:rPr>
        <w:t xml:space="preserve">трого по целевому назначению, </w:t>
      </w:r>
      <w:r w:rsidRPr="00EE115A">
        <w:rPr>
          <w:sz w:val="28"/>
          <w:szCs w:val="28"/>
          <w:lang w:eastAsia="en-US"/>
        </w:rPr>
        <w:t>исполнение бюджетных назначений в полном объеме – 100%.</w:t>
      </w:r>
    </w:p>
    <w:p w:rsidR="00326ED7" w:rsidRDefault="00326ED7" w:rsidP="00F8429D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326ED7" w:rsidRDefault="00326ED7" w:rsidP="00F8429D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326ED7" w:rsidRDefault="00326ED7" w:rsidP="0051411D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326ED7" w:rsidRDefault="00326ED7" w:rsidP="0051411D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326ED7" w:rsidRPr="006B64C9" w:rsidRDefault="00326ED7" w:rsidP="00A602FC">
      <w:pPr>
        <w:ind w:left="6237"/>
        <w:jc w:val="right"/>
        <w:rPr>
          <w:sz w:val="28"/>
          <w:szCs w:val="28"/>
        </w:rPr>
      </w:pPr>
      <w:r>
        <w:rPr>
          <w:sz w:val="22"/>
          <w:szCs w:val="22"/>
          <w:lang w:eastAsia="en-US"/>
        </w:rPr>
        <w:t xml:space="preserve">                                                      </w:t>
      </w:r>
      <w:r w:rsidRPr="006B64C9">
        <w:rPr>
          <w:sz w:val="28"/>
          <w:szCs w:val="28"/>
        </w:rPr>
        <w:t xml:space="preserve">Утверждена </w:t>
      </w:r>
    </w:p>
    <w:p w:rsidR="00326ED7" w:rsidRPr="006B64C9" w:rsidRDefault="00326ED7" w:rsidP="00A602FC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постановлением</w:t>
      </w:r>
    </w:p>
    <w:p w:rsidR="00326ED7" w:rsidRDefault="00326ED7" w:rsidP="00A602FC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администрации</w:t>
      </w:r>
    </w:p>
    <w:p w:rsidR="00326ED7" w:rsidRDefault="00326ED7" w:rsidP="00A602FC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МО «</w:t>
      </w:r>
      <w:r w:rsidRPr="0037408F"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>
        <w:rPr>
          <w:sz w:val="28"/>
          <w:szCs w:val="28"/>
        </w:rPr>
        <w:t>»</w:t>
      </w:r>
    </w:p>
    <w:p w:rsidR="00326ED7" w:rsidRPr="00453B5C" w:rsidRDefault="00326ED7" w:rsidP="0066350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01.11.2024</w:t>
      </w:r>
      <w:r w:rsidRPr="00453B5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19</w:t>
      </w:r>
    </w:p>
    <w:p w:rsidR="00326ED7" w:rsidRPr="006B64C9" w:rsidRDefault="00326ED7" w:rsidP="00A602FC">
      <w:pPr>
        <w:ind w:left="6237"/>
        <w:jc w:val="right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ПАСПОРТ 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ПОДПРОГРАММЫ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4536"/>
      </w:tblGrid>
      <w:tr w:rsidR="00326ED7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Наименование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</w:t>
            </w:r>
            <w:r w:rsidRPr="00EE115A">
              <w:rPr>
                <w:sz w:val="28"/>
                <w:szCs w:val="28"/>
                <w:lang w:eastAsia="en-US"/>
              </w:rPr>
              <w:t xml:space="preserve">Обеспечение эффективной финансово-хозяйственной деятельности администрации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области» на 2025-2027 годы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26ED7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Муниципальный заказчик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Администрация МО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</w:t>
            </w:r>
            <w:r w:rsidRPr="00EE115A">
              <w:rPr>
                <w:sz w:val="28"/>
                <w:szCs w:val="28"/>
                <w:lang w:eastAsia="en-US"/>
              </w:rPr>
              <w:t xml:space="preserve">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Структурные подразделения администрации МО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Цели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 Реализация полномочий, возложенных на муниципальное образование, в полном объеме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Задачи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Создание системы мер по организационном</w:t>
            </w:r>
            <w:r>
              <w:rPr>
                <w:sz w:val="28"/>
                <w:szCs w:val="28"/>
                <w:lang w:eastAsia="en-US"/>
              </w:rPr>
              <w:t xml:space="preserve">у, финансовому, информационному </w:t>
            </w:r>
            <w:r w:rsidRPr="00EE115A">
              <w:rPr>
                <w:sz w:val="28"/>
                <w:szCs w:val="28"/>
                <w:lang w:eastAsia="en-US"/>
              </w:rPr>
              <w:t xml:space="preserve">обеспечению  деятельности должностных лиц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</w:t>
            </w:r>
            <w:r>
              <w:rPr>
                <w:sz w:val="28"/>
                <w:szCs w:val="28"/>
                <w:lang w:eastAsia="en-US"/>
              </w:rPr>
              <w:t xml:space="preserve">елевые индикаторы и показатели </w:t>
            </w:r>
            <w:r w:rsidRPr="00EE115A">
              <w:rPr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Выполнение обязательств, взятых муниципальным образованием в полном объеме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Сроки и этапы реализации подпрограммы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5770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2025 по 2027</w:t>
            </w:r>
            <w:r w:rsidRPr="00EE115A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Объем бюдже</w:t>
            </w:r>
            <w:r>
              <w:rPr>
                <w:sz w:val="28"/>
                <w:szCs w:val="28"/>
                <w:lang w:eastAsia="en-US"/>
              </w:rPr>
              <w:t xml:space="preserve">тных ассигнований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1086,30832 </w:t>
            </w:r>
            <w:r w:rsidRPr="00EE115A">
              <w:rPr>
                <w:sz w:val="28"/>
                <w:szCs w:val="28"/>
                <w:lang w:eastAsia="en-US"/>
              </w:rPr>
              <w:t xml:space="preserve">тыс.руб. 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805,34153 </w:t>
            </w:r>
            <w:r w:rsidRPr="00EE115A">
              <w:rPr>
                <w:sz w:val="28"/>
                <w:szCs w:val="28"/>
                <w:lang w:eastAsia="en-US"/>
              </w:rPr>
              <w:t>тыс.руб.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Pr="00EE115A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 xml:space="preserve">791,24153 </w:t>
            </w:r>
            <w:r w:rsidRPr="00EE115A">
              <w:rPr>
                <w:sz w:val="28"/>
                <w:szCs w:val="28"/>
                <w:lang w:eastAsia="en-US"/>
              </w:rPr>
              <w:t>тыс.руб.</w:t>
            </w:r>
          </w:p>
          <w:p w:rsidR="00326ED7" w:rsidRPr="00EE115A" w:rsidRDefault="00326ED7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Всего: 2682,89138 </w:t>
            </w:r>
            <w:r w:rsidRPr="00EE115A">
              <w:rPr>
                <w:sz w:val="28"/>
                <w:szCs w:val="28"/>
                <w:lang w:eastAsia="en-US"/>
              </w:rPr>
              <w:t>тыс.руб.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Ожи</w:t>
            </w:r>
            <w:r>
              <w:rPr>
                <w:sz w:val="28"/>
                <w:szCs w:val="28"/>
                <w:lang w:eastAsia="en-US"/>
              </w:rPr>
              <w:t xml:space="preserve">даемые результаты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Повышение уровня и качества жизни населения поселения</w:t>
            </w:r>
          </w:p>
        </w:tc>
      </w:tr>
    </w:tbl>
    <w:p w:rsidR="00326ED7" w:rsidRDefault="00326ED7" w:rsidP="00EE115A">
      <w:pPr>
        <w:widowControl w:val="0"/>
        <w:jc w:val="both"/>
        <w:rPr>
          <w:spacing w:val="2"/>
          <w:sz w:val="28"/>
          <w:szCs w:val="28"/>
        </w:rPr>
      </w:pPr>
    </w:p>
    <w:p w:rsidR="00326ED7" w:rsidRDefault="00326ED7" w:rsidP="00EE115A">
      <w:pPr>
        <w:widowControl w:val="0"/>
        <w:jc w:val="both"/>
        <w:rPr>
          <w:spacing w:val="2"/>
          <w:sz w:val="28"/>
          <w:szCs w:val="28"/>
        </w:rPr>
      </w:pPr>
    </w:p>
    <w:p w:rsidR="00326ED7" w:rsidRDefault="00326ED7" w:rsidP="00EE115A">
      <w:pPr>
        <w:widowControl w:val="0"/>
        <w:jc w:val="both"/>
        <w:rPr>
          <w:spacing w:val="2"/>
          <w:sz w:val="28"/>
          <w:szCs w:val="28"/>
        </w:rPr>
      </w:pPr>
    </w:p>
    <w:p w:rsidR="00326ED7" w:rsidRPr="00EE115A" w:rsidRDefault="00326ED7" w:rsidP="00EE115A">
      <w:pPr>
        <w:widowControl w:val="0"/>
        <w:jc w:val="both"/>
        <w:rPr>
          <w:spacing w:val="2"/>
          <w:sz w:val="28"/>
          <w:szCs w:val="28"/>
        </w:rPr>
      </w:pPr>
    </w:p>
    <w:p w:rsidR="00326ED7" w:rsidRPr="006B64C9" w:rsidRDefault="00326ED7" w:rsidP="00A602FC">
      <w:pPr>
        <w:widowControl w:val="0"/>
        <w:numPr>
          <w:ilvl w:val="0"/>
          <w:numId w:val="5"/>
        </w:numPr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Характеристика сферы реализации подпрограммы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Принятие муниципальной подпрограммы </w:t>
      </w:r>
      <w:r>
        <w:rPr>
          <w:sz w:val="28"/>
          <w:szCs w:val="28"/>
          <w:lang w:eastAsia="en-US"/>
        </w:rPr>
        <w:t>«</w:t>
      </w:r>
      <w:r w:rsidRPr="00EE115A">
        <w:rPr>
          <w:sz w:val="28"/>
          <w:szCs w:val="28"/>
          <w:lang w:eastAsia="en-US"/>
        </w:rPr>
        <w:t xml:space="preserve">Обеспечение эффективной финансово-хозяйственной деятельности администрации </w:t>
      </w:r>
      <w:r>
        <w:rPr>
          <w:sz w:val="28"/>
          <w:szCs w:val="28"/>
          <w:lang w:eastAsia="en-US"/>
        </w:rPr>
        <w:t>МО</w:t>
      </w:r>
      <w:r w:rsidRPr="00EE115A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Сельское поселение село Пироговка Ахтубинского муниципального района Астраханской области» на 2025-2027 годы»</w:t>
      </w:r>
      <w:r w:rsidRPr="00EE115A">
        <w:rPr>
          <w:sz w:val="28"/>
          <w:szCs w:val="28"/>
          <w:lang w:eastAsia="en-US"/>
        </w:rPr>
        <w:t xml:space="preserve"> </w:t>
      </w:r>
      <w:r w:rsidRPr="00EE115A">
        <w:rPr>
          <w:sz w:val="28"/>
          <w:szCs w:val="28"/>
        </w:rPr>
        <w:t>обусловлено необходимостью со</w:t>
      </w:r>
      <w:r>
        <w:rPr>
          <w:sz w:val="28"/>
          <w:szCs w:val="28"/>
        </w:rPr>
        <w:t>здания оптимальных условий для</w:t>
      </w:r>
      <w:r w:rsidRPr="00EE115A">
        <w:rPr>
          <w:sz w:val="28"/>
          <w:szCs w:val="28"/>
        </w:rPr>
        <w:t xml:space="preserve"> работы должностных лиц, структурных подразделений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>».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Подпрограмма разработана </w:t>
      </w:r>
      <w:r>
        <w:rPr>
          <w:sz w:val="28"/>
          <w:szCs w:val="28"/>
        </w:rPr>
        <w:t>в</w:t>
      </w:r>
      <w:r w:rsidRPr="00EE115A">
        <w:rPr>
          <w:sz w:val="28"/>
          <w:szCs w:val="28"/>
        </w:rPr>
        <w:t xml:space="preserve"> соответствии со стратегией социально-экономического развития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>» Астрахан</w:t>
      </w:r>
      <w:r>
        <w:rPr>
          <w:sz w:val="28"/>
          <w:szCs w:val="28"/>
        </w:rPr>
        <w:t>ской области на период 2025-2027</w:t>
      </w:r>
      <w:r w:rsidRPr="00EE115A">
        <w:rPr>
          <w:sz w:val="28"/>
          <w:szCs w:val="28"/>
        </w:rPr>
        <w:t xml:space="preserve"> годы.</w:t>
      </w:r>
    </w:p>
    <w:p w:rsidR="00326ED7" w:rsidRDefault="00326ED7" w:rsidP="00EE115A">
      <w:pPr>
        <w:jc w:val="center"/>
        <w:rPr>
          <w:sz w:val="28"/>
          <w:szCs w:val="28"/>
        </w:rPr>
      </w:pPr>
    </w:p>
    <w:p w:rsidR="00326ED7" w:rsidRPr="006B64C9" w:rsidRDefault="00326ED7" w:rsidP="006E4F65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Цели, задачи и показатели (индикаторы) достижения целей и решения задач, описание основных ожидаемых конечных результатов подпрограммы</w:t>
      </w:r>
    </w:p>
    <w:p w:rsidR="00326ED7" w:rsidRPr="00EE115A" w:rsidRDefault="00326ED7" w:rsidP="00EE115A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Приоритетной целью подпрограммы муни</w:t>
      </w:r>
      <w:r>
        <w:rPr>
          <w:spacing w:val="2"/>
          <w:sz w:val="28"/>
          <w:szCs w:val="28"/>
        </w:rPr>
        <w:t>ципальной</w:t>
      </w:r>
      <w:r w:rsidRPr="00EE115A">
        <w:rPr>
          <w:spacing w:val="2"/>
          <w:sz w:val="28"/>
          <w:szCs w:val="28"/>
        </w:rPr>
        <w:t xml:space="preserve"> программы является создание эффективной системы мер по организацион</w:t>
      </w:r>
      <w:r>
        <w:rPr>
          <w:spacing w:val="2"/>
          <w:sz w:val="28"/>
          <w:szCs w:val="28"/>
        </w:rPr>
        <w:t xml:space="preserve">ному, правовому, финансовому и </w:t>
      </w:r>
      <w:r w:rsidRPr="00EE115A">
        <w:rPr>
          <w:spacing w:val="2"/>
          <w:sz w:val="28"/>
          <w:szCs w:val="28"/>
        </w:rPr>
        <w:t xml:space="preserve">иному обеспечению деятельности должностных лиц, структурных подразделений </w:t>
      </w:r>
      <w:r>
        <w:rPr>
          <w:spacing w:val="2"/>
          <w:sz w:val="28"/>
          <w:szCs w:val="28"/>
        </w:rPr>
        <w:t>МО</w:t>
      </w:r>
      <w:r w:rsidRPr="00EE115A">
        <w:rPr>
          <w:spacing w:val="2"/>
          <w:sz w:val="28"/>
          <w:szCs w:val="28"/>
        </w:rPr>
        <w:t>.</w:t>
      </w:r>
    </w:p>
    <w:p w:rsidR="00326ED7" w:rsidRPr="00EE115A" w:rsidRDefault="00326ED7" w:rsidP="00EE115A">
      <w:pPr>
        <w:widowControl w:val="0"/>
        <w:spacing w:line="276" w:lineRule="auto"/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         Цель: Обеспечение реализации   задач, возложенных на должностных </w:t>
      </w:r>
      <w:r>
        <w:rPr>
          <w:sz w:val="28"/>
          <w:szCs w:val="28"/>
        </w:rPr>
        <w:t xml:space="preserve">лиц, структурные подразделения </w:t>
      </w:r>
      <w:r w:rsidRPr="00EE115A">
        <w:rPr>
          <w:sz w:val="28"/>
          <w:szCs w:val="28"/>
        </w:rPr>
        <w:t>МО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>».</w:t>
      </w:r>
    </w:p>
    <w:p w:rsidR="00326ED7" w:rsidRPr="00EE115A" w:rsidRDefault="00326ED7" w:rsidP="00EE115A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Задача: Создание</w:t>
      </w:r>
      <w:r w:rsidRPr="00EE115A">
        <w:rPr>
          <w:sz w:val="28"/>
          <w:szCs w:val="28"/>
        </w:rPr>
        <w:t xml:space="preserve"> системы мер по организационному, правовому, финансовому, материально-техническому, и иному обеспечению деятельности </w:t>
      </w:r>
      <w:r w:rsidRPr="00EE115A">
        <w:rPr>
          <w:spacing w:val="2"/>
          <w:sz w:val="28"/>
          <w:szCs w:val="28"/>
        </w:rPr>
        <w:t xml:space="preserve">должностных лиц, структурных подразделений </w:t>
      </w:r>
      <w:r>
        <w:rPr>
          <w:spacing w:val="2"/>
          <w:sz w:val="28"/>
          <w:szCs w:val="28"/>
        </w:rPr>
        <w:t>МО</w:t>
      </w:r>
      <w:r w:rsidRPr="00EE115A">
        <w:rPr>
          <w:spacing w:val="2"/>
          <w:sz w:val="28"/>
          <w:szCs w:val="28"/>
        </w:rPr>
        <w:t>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      Оценка эффективности реализации подпрограммы производится ежегодно путем сопоставления фактически достигнутых показателей за соответствующий год с утвержденным на год значениями показателей результативности.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      Сопоставление значений показателей результативности производится по каждому показателю.</w:t>
      </w:r>
    </w:p>
    <w:p w:rsidR="00326ED7" w:rsidRPr="006B64C9" w:rsidRDefault="00326ED7" w:rsidP="00EE115A">
      <w:pPr>
        <w:rPr>
          <w:b/>
          <w:spacing w:val="2"/>
          <w:sz w:val="28"/>
          <w:szCs w:val="28"/>
        </w:rPr>
      </w:pPr>
    </w:p>
    <w:p w:rsidR="00326ED7" w:rsidRPr="006B64C9" w:rsidRDefault="00326ED7" w:rsidP="00EE115A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3. Прогноз сводных показателей целевых заданий по этапам реализации подпрограммы</w:t>
      </w:r>
    </w:p>
    <w:p w:rsidR="00326ED7" w:rsidRPr="00EE115A" w:rsidRDefault="00326ED7" w:rsidP="00EE115A">
      <w:pPr>
        <w:widowControl w:val="0"/>
        <w:jc w:val="both"/>
        <w:rPr>
          <w:spacing w:val="2"/>
          <w:sz w:val="28"/>
          <w:szCs w:val="28"/>
        </w:rPr>
      </w:pPr>
      <w:r>
        <w:rPr>
          <w:noProof/>
        </w:rPr>
        <w:pict>
          <v:line id="Прямая соединительная линия 4" o:spid="_x0000_s1026" style="position:absolute;left:0;text-align:left;z-index:251658240;visibility:visible" from="-211.05pt,1.75pt" to="-211.0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"/>
        </w:pict>
      </w:r>
      <w:r>
        <w:rPr>
          <w:noProof/>
        </w:rPr>
        <w:pict>
          <v:line id="Прямая соединительная линия 3" o:spid="_x0000_s1027" style="position:absolute;left:0;text-align:left;z-index:251659264;visibility:visible" from="-175.8pt,9.8pt" to="-148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">
            <v:stroke endarrow="block"/>
          </v:line>
        </w:pict>
      </w:r>
      <w:r w:rsidRPr="00EE115A">
        <w:rPr>
          <w:spacing w:val="2"/>
          <w:sz w:val="28"/>
          <w:szCs w:val="28"/>
        </w:rPr>
        <w:t>Сроки реализации подпрог</w:t>
      </w:r>
      <w:r>
        <w:rPr>
          <w:spacing w:val="2"/>
          <w:sz w:val="28"/>
          <w:szCs w:val="28"/>
        </w:rPr>
        <w:t>раммы муниципальной программы: 2025-2027 годы</w:t>
      </w:r>
      <w:r w:rsidRPr="00EE115A">
        <w:rPr>
          <w:spacing w:val="2"/>
          <w:sz w:val="28"/>
          <w:szCs w:val="28"/>
        </w:rPr>
        <w:t>, в один этап.</w:t>
      </w:r>
    </w:p>
    <w:p w:rsidR="00326ED7" w:rsidRPr="00EE115A" w:rsidRDefault="00326ED7" w:rsidP="00EE115A">
      <w:pPr>
        <w:widowControl w:val="0"/>
        <w:jc w:val="both"/>
        <w:rPr>
          <w:spacing w:val="2"/>
          <w:sz w:val="28"/>
          <w:szCs w:val="28"/>
        </w:rPr>
      </w:pPr>
    </w:p>
    <w:p w:rsidR="00326ED7" w:rsidRPr="006B64C9" w:rsidRDefault="00326ED7" w:rsidP="00EE115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</w:rPr>
        <w:t>4. Обоснование объема финансовых ресурсов, необходимых для реализации подпрограммы</w:t>
      </w:r>
    </w:p>
    <w:p w:rsidR="00326ED7" w:rsidRPr="00EE115A" w:rsidRDefault="00326ED7" w:rsidP="00EE115A">
      <w:pPr>
        <w:widowControl w:val="0"/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Финансирование подпрограммы муниципальной п</w:t>
      </w:r>
      <w:r>
        <w:rPr>
          <w:spacing w:val="2"/>
          <w:sz w:val="28"/>
          <w:szCs w:val="28"/>
        </w:rPr>
        <w:t xml:space="preserve">рограммы осуществляется за счет средств </w:t>
      </w:r>
      <w:r w:rsidRPr="00EE115A">
        <w:rPr>
          <w:spacing w:val="2"/>
          <w:sz w:val="28"/>
          <w:szCs w:val="28"/>
        </w:rPr>
        <w:t xml:space="preserve">бюджета </w:t>
      </w:r>
      <w:r>
        <w:rPr>
          <w:spacing w:val="2"/>
          <w:sz w:val="28"/>
          <w:szCs w:val="28"/>
        </w:rPr>
        <w:t>МО</w:t>
      </w:r>
      <w:r w:rsidRPr="00EE115A"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pacing w:val="2"/>
          <w:sz w:val="28"/>
          <w:szCs w:val="28"/>
        </w:rPr>
        <w:t>». Объем финансирования рассчитан по годам. Объёмы финансирования могут быть скорректированы в процессе реализации мероприятий.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Общий о</w:t>
      </w:r>
      <w:r>
        <w:rPr>
          <w:sz w:val="28"/>
          <w:szCs w:val="28"/>
          <w:lang w:eastAsia="en-US"/>
        </w:rPr>
        <w:t xml:space="preserve">бъем финансирования составляет 2682,89138 </w:t>
      </w:r>
      <w:r w:rsidRPr="00EE115A">
        <w:rPr>
          <w:sz w:val="28"/>
          <w:szCs w:val="28"/>
          <w:lang w:eastAsia="en-US"/>
        </w:rPr>
        <w:t>тыс. руб.  В том числе:</w:t>
      </w:r>
    </w:p>
    <w:p w:rsidR="00326ED7" w:rsidRDefault="00326ED7" w:rsidP="00EE115A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326ED7" w:rsidRPr="00EE115A" w:rsidRDefault="00326ED7" w:rsidP="009468C8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2025 год – 1086,30832 </w:t>
      </w:r>
      <w:r w:rsidRPr="00EE115A">
        <w:rPr>
          <w:sz w:val="28"/>
          <w:szCs w:val="28"/>
          <w:lang w:eastAsia="en-US"/>
        </w:rPr>
        <w:t xml:space="preserve">тыс.руб. </w:t>
      </w:r>
    </w:p>
    <w:p w:rsidR="00326ED7" w:rsidRPr="00EE115A" w:rsidRDefault="00326ED7" w:rsidP="009468C8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2026 год – 805,34153 </w:t>
      </w:r>
      <w:r w:rsidRPr="00EE115A">
        <w:rPr>
          <w:sz w:val="28"/>
          <w:szCs w:val="28"/>
          <w:lang w:eastAsia="en-US"/>
        </w:rPr>
        <w:t>тыс.руб.</w:t>
      </w:r>
    </w:p>
    <w:p w:rsidR="00326ED7" w:rsidRPr="00EE115A" w:rsidRDefault="00326ED7" w:rsidP="009468C8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2027</w:t>
      </w:r>
      <w:r w:rsidRPr="00EE115A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 xml:space="preserve">791,24153 </w:t>
      </w:r>
      <w:r w:rsidRPr="00EE115A">
        <w:rPr>
          <w:sz w:val="28"/>
          <w:szCs w:val="28"/>
          <w:lang w:eastAsia="en-US"/>
        </w:rPr>
        <w:t>тыс.руб.</w:t>
      </w:r>
    </w:p>
    <w:p w:rsidR="00326ED7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Сведения о ресурсном обеспечении реализации подпрограммы приведены в приложении № 3 к муниципальной программе.</w:t>
      </w: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6E4F65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736EAE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326ED7" w:rsidRPr="00EE115A" w:rsidRDefault="00326ED7" w:rsidP="00736EAE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326ED7" w:rsidRPr="006B64C9" w:rsidRDefault="00326ED7" w:rsidP="00A602FC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 xml:space="preserve">Утверждена </w:t>
      </w:r>
    </w:p>
    <w:p w:rsidR="00326ED7" w:rsidRPr="006B64C9" w:rsidRDefault="00326ED7" w:rsidP="00A602FC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постановлением</w:t>
      </w:r>
    </w:p>
    <w:p w:rsidR="00326ED7" w:rsidRDefault="00326ED7" w:rsidP="00A602FC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администрации</w:t>
      </w:r>
    </w:p>
    <w:p w:rsidR="00326ED7" w:rsidRDefault="00326ED7" w:rsidP="00A602FC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МО «</w:t>
      </w:r>
      <w:r w:rsidRPr="00736EAE"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>
        <w:rPr>
          <w:sz w:val="28"/>
          <w:szCs w:val="28"/>
        </w:rPr>
        <w:t>»</w:t>
      </w:r>
    </w:p>
    <w:p w:rsidR="00326ED7" w:rsidRPr="00453B5C" w:rsidRDefault="00326ED7" w:rsidP="00C90D7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01.11.2024</w:t>
      </w:r>
      <w:r w:rsidRPr="00453B5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19</w:t>
      </w:r>
    </w:p>
    <w:p w:rsidR="00326ED7" w:rsidRPr="006B64C9" w:rsidRDefault="00326ED7" w:rsidP="00A602FC">
      <w:pPr>
        <w:ind w:left="6237"/>
        <w:jc w:val="right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ПАСПОРТ 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ПОДПРОГРАММЫ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62"/>
        <w:gridCol w:w="4677"/>
      </w:tblGrid>
      <w:tr w:rsidR="00326ED7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Наименование 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«Организация мобилизационной</w:t>
            </w:r>
          </w:p>
          <w:p w:rsidR="00326ED7" w:rsidRPr="00EE115A" w:rsidRDefault="00326ED7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подготовки, системы воинского учета и брониров</w:t>
            </w:r>
            <w:r>
              <w:rPr>
                <w:sz w:val="28"/>
                <w:szCs w:val="28"/>
              </w:rPr>
              <w:t>ания в МО</w:t>
            </w:r>
            <w:r w:rsidRPr="00EE115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области» на 2025-2027</w:t>
            </w:r>
            <w:r w:rsidRPr="00EE115A">
              <w:rPr>
                <w:sz w:val="28"/>
                <w:szCs w:val="28"/>
              </w:rPr>
              <w:t xml:space="preserve"> годы»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Муниципальный заказчик 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</w:rPr>
              <w:t xml:space="preserve">Администрация </w:t>
            </w:r>
            <w:r>
              <w:rPr>
                <w:sz w:val="28"/>
              </w:rPr>
              <w:t>МО</w:t>
            </w:r>
            <w:r w:rsidRPr="00EE115A">
              <w:rPr>
                <w:sz w:val="28"/>
              </w:rPr>
              <w:t xml:space="preserve"> «</w:t>
            </w:r>
            <w:r>
              <w:rPr>
                <w:sz w:val="28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</w:rPr>
              <w:t>»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Исполнители </w:t>
            </w:r>
            <w:r w:rsidRPr="00EE115A">
              <w:rPr>
                <w:sz w:val="28"/>
                <w:szCs w:val="28"/>
                <w:lang w:eastAsia="en-US"/>
              </w:rPr>
              <w:t>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Администрация МО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Цели 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Цель - обеспечение полного и качественного укомплектования призывными людскими ресурсами Вооружённых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время.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326ED7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подпрограммы</w:t>
            </w:r>
            <w:r w:rsidRPr="00EE115A">
              <w:rPr>
                <w:sz w:val="28"/>
                <w:szCs w:val="28"/>
                <w:lang w:eastAsia="en-US"/>
              </w:rPr>
              <w:t xml:space="preserve">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Задачи:</w:t>
            </w:r>
          </w:p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а) обеспечение исполнения гражданами воинской обязанности, установленной законодательством Российской Федерации;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б) документальное оформление сведений воинского учёта о гражданах, состоящих на воинском учёте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</w:t>
            </w:r>
            <w:r>
              <w:rPr>
                <w:sz w:val="28"/>
                <w:szCs w:val="28"/>
                <w:lang w:eastAsia="en-US"/>
              </w:rPr>
              <w:t xml:space="preserve">елевые индикаторы и показатели </w:t>
            </w:r>
            <w:r w:rsidRPr="00EE115A">
              <w:rPr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1.Материальное   стимулирование   работников администрации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»;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2. Иные   мероприятия, связанные   с    мобилизационной подготовкой, воинским учетом и бронированием граждан, пребывающих в запасе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D63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Сроки и этапы реализации подпрограммы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2025 по 2027</w:t>
            </w:r>
            <w:r w:rsidRPr="00EE115A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Объем бюдже</w:t>
            </w:r>
            <w:r>
              <w:rPr>
                <w:sz w:val="28"/>
                <w:szCs w:val="28"/>
                <w:lang w:eastAsia="en-US"/>
              </w:rPr>
              <w:t xml:space="preserve">тных ассигнований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объем-509,80000</w:t>
            </w:r>
            <w:r w:rsidRPr="00EE115A">
              <w:rPr>
                <w:sz w:val="28"/>
                <w:szCs w:val="28"/>
              </w:rPr>
              <w:t xml:space="preserve"> тыс. рублей, в том числе :</w:t>
            </w:r>
          </w:p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157,80000</w:t>
            </w:r>
            <w:r w:rsidRPr="00EE115A">
              <w:rPr>
                <w:sz w:val="28"/>
                <w:szCs w:val="28"/>
              </w:rPr>
              <w:t xml:space="preserve"> тыс. рублей</w:t>
            </w:r>
          </w:p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172,90000</w:t>
            </w:r>
            <w:r w:rsidRPr="00EE115A">
              <w:rPr>
                <w:sz w:val="28"/>
                <w:szCs w:val="28"/>
              </w:rPr>
              <w:t xml:space="preserve"> тыс. рублей</w:t>
            </w:r>
          </w:p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год-   179,10000</w:t>
            </w:r>
            <w:r w:rsidRPr="00EE115A">
              <w:rPr>
                <w:sz w:val="28"/>
                <w:szCs w:val="28"/>
              </w:rPr>
              <w:t xml:space="preserve"> тыс.рублей</w:t>
            </w:r>
          </w:p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Источник финансирования-</w:t>
            </w:r>
          </w:p>
          <w:p w:rsidR="00326ED7" w:rsidRPr="00EE115A" w:rsidRDefault="00326ED7" w:rsidP="00EE115A">
            <w:pPr>
              <w:widowControl w:val="0"/>
              <w:tabs>
                <w:tab w:val="left" w:pos="3084"/>
              </w:tabs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средства областного </w:t>
            </w:r>
            <w:r w:rsidRPr="00EE115A">
              <w:rPr>
                <w:sz w:val="28"/>
                <w:szCs w:val="28"/>
              </w:rPr>
              <w:t>бюджета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Ожидаемые резу</w:t>
            </w:r>
            <w:r>
              <w:rPr>
                <w:sz w:val="28"/>
                <w:szCs w:val="28"/>
                <w:lang w:eastAsia="en-US"/>
              </w:rPr>
              <w:t xml:space="preserve">льтаты реализации подпрограммы </w:t>
            </w:r>
            <w:r w:rsidRPr="00EE115A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5770FB">
            <w:pPr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Результаты реализации Программы:             </w:t>
            </w:r>
          </w:p>
          <w:p w:rsidR="00326ED7" w:rsidRPr="00EE115A" w:rsidRDefault="00326ED7" w:rsidP="005770FB">
            <w:pPr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- создание совершенной нормативной правовой базы по вопросам воинского учета;          </w:t>
            </w:r>
          </w:p>
          <w:p w:rsidR="00326ED7" w:rsidRPr="00EE115A" w:rsidRDefault="00326ED7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</w:rPr>
              <w:t>- создание условий для профессионального развития и подготовки специалиста ВУСа в муниципальном образовании.</w:t>
            </w:r>
          </w:p>
        </w:tc>
      </w:tr>
    </w:tbl>
    <w:p w:rsidR="00326ED7" w:rsidRPr="006B64C9" w:rsidRDefault="00326ED7" w:rsidP="00EE115A">
      <w:pPr>
        <w:contextualSpacing/>
        <w:rPr>
          <w:b/>
          <w:sz w:val="28"/>
          <w:szCs w:val="28"/>
          <w:lang w:eastAsia="en-US"/>
        </w:rPr>
      </w:pPr>
    </w:p>
    <w:p w:rsidR="00326ED7" w:rsidRPr="006B64C9" w:rsidRDefault="00326ED7" w:rsidP="006B64C9">
      <w:pPr>
        <w:pStyle w:val="ListParagraph"/>
        <w:ind w:left="1069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1.Характеристика проблемы, на решение которой</w:t>
      </w:r>
    </w:p>
    <w:p w:rsidR="00326ED7" w:rsidRPr="006B64C9" w:rsidRDefault="00326ED7" w:rsidP="00ED63FC">
      <w:pPr>
        <w:contextualSpacing/>
        <w:jc w:val="center"/>
        <w:rPr>
          <w:b/>
          <w:sz w:val="28"/>
          <w:szCs w:val="28"/>
          <w:lang w:eastAsia="en-US"/>
        </w:rPr>
      </w:pPr>
      <w:r w:rsidRPr="006B64C9">
        <w:rPr>
          <w:b/>
          <w:sz w:val="28"/>
          <w:szCs w:val="28"/>
          <w:lang w:eastAsia="en-US"/>
        </w:rPr>
        <w:t>направлена подпрограмма.</w:t>
      </w:r>
    </w:p>
    <w:p w:rsidR="00326ED7" w:rsidRPr="00ED63FC" w:rsidRDefault="00326ED7" w:rsidP="00ED63FC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</w:rPr>
        <w:t xml:space="preserve">Программа разработана на основании Постановления Правительства Российской Федерации от 27.11.2006 г. № 719 «Об утверждении Положения о воинском учете». Настоящая Программа составлена в целях обеспечения деятельности администрации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 xml:space="preserve">» на исполнение функций в рамках полномочий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и иные цели. При осуществлении первичного воинского учета администрация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>» исполняет обязанности в соответствии с Федеральным законом "О воинской обязанности и военной службе".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В целях организации и обеспечения сбора, хранения и обработки сведений, содержащихся в документах первичного воинского учета администрация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>»: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а) осуществляет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их территории;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б) выявляет совместно с органами внутренних дел граждан, проживающих или пребывающих (на срок более 3 месяцев) на их территории и подлежащих постановке на воинский учет;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в) ведет учет организаций, находящихся на их территории;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г) ведет и хранит документы первичного воинского учета в машинописном и электронном видах в порядке и по формам, которые определяются Министерством обороны Российской Федерации.</w:t>
      </w:r>
    </w:p>
    <w:p w:rsidR="00326ED7" w:rsidRDefault="00326ED7" w:rsidP="006B64C9">
      <w:pPr>
        <w:spacing w:line="276" w:lineRule="auto"/>
        <w:jc w:val="center"/>
        <w:rPr>
          <w:b/>
          <w:sz w:val="28"/>
          <w:szCs w:val="28"/>
          <w:lang w:eastAsia="en-US"/>
        </w:rPr>
      </w:pPr>
    </w:p>
    <w:p w:rsidR="00326ED7" w:rsidRPr="006B64C9" w:rsidRDefault="00326ED7" w:rsidP="006B64C9">
      <w:pPr>
        <w:spacing w:line="276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2.</w:t>
      </w:r>
      <w:r w:rsidRPr="006B64C9">
        <w:rPr>
          <w:b/>
          <w:sz w:val="28"/>
          <w:szCs w:val="28"/>
          <w:lang w:eastAsia="en-US"/>
        </w:rPr>
        <w:t>Цели и задачи реализации подпрограммы.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Основной целью воинского учета является обеспечение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время: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а) потребностей Вооруженных Сил Российской Федерации, других войск, воинских формирований, органов и специальных формирований в мобилизационных людских ресурсах путем заблаговременной приписки (предназначения) граждан, пребывающих в запасе, в их состав;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б) потребностей органов государственной власти, органов местного самоуправления и организаций в трудовых ресурсах путем закрепления (бронирования) за ними необходимого количества руководителей и специалистов из числа граждан, пребывающих в запасе, работающих в этих органах и организациях.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Основными задачами воинского учета являются: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а) обеспечение исполнения гражданами воинской обязанности, установленной законодательством Российской Федерации;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б) документальное оформление сведений воинского учета о гражданах, состоящих на воинском учете;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в)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г)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время, в период мобилизации и поддержание их укомплектованности на требуемом уровне в военное время.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Основным требованием, предъявляемым к системе воинского учета, является постоянное обеспечение полноты и достоверности данных, определяющих количественный состав и качественное состояние призывных и мобилизационных людских ресурсов.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</w:p>
    <w:p w:rsidR="00326ED7" w:rsidRPr="006B64C9" w:rsidRDefault="00326ED7" w:rsidP="006B64C9">
      <w:pPr>
        <w:spacing w:line="276" w:lineRule="auto"/>
        <w:ind w:left="709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3.</w:t>
      </w:r>
      <w:r w:rsidRPr="006B64C9">
        <w:rPr>
          <w:b/>
          <w:sz w:val="28"/>
          <w:szCs w:val="28"/>
          <w:lang w:eastAsia="en-US"/>
        </w:rPr>
        <w:t>Объем финансирования подпрограммы.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Финансовое обеспечение подпрограммы осуществляется за счет средств </w:t>
      </w:r>
      <w:r>
        <w:rPr>
          <w:sz w:val="28"/>
          <w:szCs w:val="28"/>
        </w:rPr>
        <w:t>федераль</w:t>
      </w:r>
      <w:r w:rsidRPr="00EE115A">
        <w:rPr>
          <w:sz w:val="28"/>
          <w:szCs w:val="28"/>
        </w:rPr>
        <w:t>ного бюджета.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на реализацию подпрограммы 509,80000</w:t>
      </w:r>
      <w:r w:rsidRPr="00EE115A">
        <w:rPr>
          <w:sz w:val="28"/>
          <w:szCs w:val="28"/>
        </w:rPr>
        <w:t xml:space="preserve"> тыс. руб., в том числе:</w:t>
      </w:r>
    </w:p>
    <w:p w:rsidR="00326ED7" w:rsidRPr="00EE115A" w:rsidRDefault="00326ED7" w:rsidP="00D15075">
      <w:pPr>
        <w:jc w:val="both"/>
        <w:rPr>
          <w:sz w:val="28"/>
          <w:szCs w:val="28"/>
        </w:rPr>
      </w:pPr>
      <w:r>
        <w:rPr>
          <w:sz w:val="28"/>
          <w:szCs w:val="28"/>
        </w:rPr>
        <w:t>2025 год – 157,80000</w:t>
      </w:r>
      <w:r w:rsidRPr="00EE115A">
        <w:rPr>
          <w:sz w:val="28"/>
          <w:szCs w:val="28"/>
        </w:rPr>
        <w:t xml:space="preserve"> тыс. рублей</w:t>
      </w:r>
    </w:p>
    <w:p w:rsidR="00326ED7" w:rsidRPr="00EE115A" w:rsidRDefault="00326ED7" w:rsidP="00D15075">
      <w:pPr>
        <w:jc w:val="both"/>
        <w:rPr>
          <w:sz w:val="28"/>
          <w:szCs w:val="28"/>
        </w:rPr>
      </w:pPr>
      <w:r>
        <w:rPr>
          <w:sz w:val="28"/>
          <w:szCs w:val="28"/>
        </w:rPr>
        <w:t>2026 год – 172,90000</w:t>
      </w:r>
      <w:r w:rsidRPr="00EE115A">
        <w:rPr>
          <w:sz w:val="28"/>
          <w:szCs w:val="28"/>
        </w:rPr>
        <w:t xml:space="preserve"> тыс. рублей</w:t>
      </w:r>
    </w:p>
    <w:p w:rsidR="00326ED7" w:rsidRPr="00EE115A" w:rsidRDefault="00326ED7" w:rsidP="00D15075">
      <w:pPr>
        <w:jc w:val="both"/>
        <w:rPr>
          <w:sz w:val="28"/>
          <w:szCs w:val="28"/>
        </w:rPr>
      </w:pPr>
      <w:r>
        <w:rPr>
          <w:sz w:val="28"/>
          <w:szCs w:val="28"/>
        </w:rPr>
        <w:t>2027 год-   179,10000</w:t>
      </w:r>
      <w:r w:rsidRPr="00EE115A">
        <w:rPr>
          <w:sz w:val="28"/>
          <w:szCs w:val="28"/>
        </w:rPr>
        <w:t xml:space="preserve"> тыс.рублей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</w:p>
    <w:p w:rsidR="00326ED7" w:rsidRPr="006B64C9" w:rsidRDefault="00326ED7" w:rsidP="006B64C9">
      <w:pPr>
        <w:ind w:left="709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</w:t>
      </w:r>
      <w:r w:rsidRPr="006B64C9">
        <w:rPr>
          <w:b/>
          <w:sz w:val="28"/>
          <w:szCs w:val="28"/>
          <w:lang w:eastAsia="en-US"/>
        </w:rPr>
        <w:t>Мероприятия и ресурсное обеспечение подпрограммы.</w:t>
      </w:r>
    </w:p>
    <w:p w:rsidR="00326ED7" w:rsidRPr="006B64C9" w:rsidRDefault="00326ED7" w:rsidP="00EE115A">
      <w:pPr>
        <w:contextualSpacing/>
        <w:rPr>
          <w:b/>
          <w:sz w:val="28"/>
          <w:szCs w:val="28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"/>
        <w:gridCol w:w="2860"/>
        <w:gridCol w:w="2126"/>
        <w:gridCol w:w="2353"/>
        <w:gridCol w:w="2325"/>
      </w:tblGrid>
      <w:tr w:rsidR="00326ED7" w:rsidRPr="00EE115A" w:rsidTr="00A57652">
        <w:tc>
          <w:tcPr>
            <w:tcW w:w="509" w:type="dxa"/>
          </w:tcPr>
          <w:p w:rsidR="00326ED7" w:rsidRPr="00EE115A" w:rsidRDefault="00326ED7" w:rsidP="00EE115A">
            <w:pPr>
              <w:jc w:val="center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№</w:t>
            </w:r>
          </w:p>
        </w:tc>
        <w:tc>
          <w:tcPr>
            <w:tcW w:w="2860" w:type="dxa"/>
          </w:tcPr>
          <w:p w:rsidR="00326ED7" w:rsidRPr="006B64C9" w:rsidRDefault="00326ED7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326ED7" w:rsidRPr="006B64C9" w:rsidRDefault="00326ED7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Сроки</w:t>
            </w:r>
          </w:p>
        </w:tc>
        <w:tc>
          <w:tcPr>
            <w:tcW w:w="2353" w:type="dxa"/>
          </w:tcPr>
          <w:p w:rsidR="00326ED7" w:rsidRPr="006B64C9" w:rsidRDefault="00326ED7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Стоимость</w:t>
            </w:r>
          </w:p>
          <w:p w:rsidR="00326ED7" w:rsidRPr="006B64C9" w:rsidRDefault="00326ED7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реализации</w:t>
            </w:r>
          </w:p>
          <w:p w:rsidR="00326ED7" w:rsidRPr="006B64C9" w:rsidRDefault="00326ED7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мероприятий</w:t>
            </w:r>
          </w:p>
          <w:p w:rsidR="00326ED7" w:rsidRPr="006B64C9" w:rsidRDefault="00326ED7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(в тыс. руб.)</w:t>
            </w:r>
          </w:p>
        </w:tc>
        <w:tc>
          <w:tcPr>
            <w:tcW w:w="2325" w:type="dxa"/>
          </w:tcPr>
          <w:p w:rsidR="00326ED7" w:rsidRPr="006B64C9" w:rsidRDefault="00326ED7" w:rsidP="00EE115A">
            <w:pPr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Исполнитель</w:t>
            </w:r>
          </w:p>
        </w:tc>
      </w:tr>
      <w:tr w:rsidR="00326ED7" w:rsidRPr="00EE115A" w:rsidTr="00A57652">
        <w:tc>
          <w:tcPr>
            <w:tcW w:w="509" w:type="dxa"/>
          </w:tcPr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1</w:t>
            </w:r>
          </w:p>
        </w:tc>
        <w:tc>
          <w:tcPr>
            <w:tcW w:w="2860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Разработка и принятие нормативных правовых актов по вопросам воинского учета</w:t>
            </w:r>
          </w:p>
        </w:tc>
        <w:tc>
          <w:tcPr>
            <w:tcW w:w="2126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По мере      </w:t>
            </w:r>
          </w:p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разработки   </w:t>
            </w:r>
          </w:p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документов  </w:t>
            </w:r>
          </w:p>
        </w:tc>
        <w:tc>
          <w:tcPr>
            <w:tcW w:w="2353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5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Специалист по ВУСу</w:t>
            </w:r>
          </w:p>
        </w:tc>
      </w:tr>
      <w:tr w:rsidR="00326ED7" w:rsidRPr="00EE115A" w:rsidTr="00A57652">
        <w:tc>
          <w:tcPr>
            <w:tcW w:w="509" w:type="dxa"/>
          </w:tcPr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2</w:t>
            </w:r>
          </w:p>
        </w:tc>
        <w:tc>
          <w:tcPr>
            <w:tcW w:w="2860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Участие в обучающих семинарах, проведение аттестации</w:t>
            </w:r>
          </w:p>
        </w:tc>
        <w:tc>
          <w:tcPr>
            <w:tcW w:w="2126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В течение    </w:t>
            </w:r>
          </w:p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всего периода</w:t>
            </w:r>
          </w:p>
        </w:tc>
        <w:tc>
          <w:tcPr>
            <w:tcW w:w="2353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5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Военный комиссариат</w:t>
            </w:r>
          </w:p>
        </w:tc>
      </w:tr>
      <w:tr w:rsidR="00326ED7" w:rsidRPr="00EE115A" w:rsidTr="00A57652">
        <w:tc>
          <w:tcPr>
            <w:tcW w:w="509" w:type="dxa"/>
          </w:tcPr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3</w:t>
            </w:r>
          </w:p>
        </w:tc>
        <w:tc>
          <w:tcPr>
            <w:tcW w:w="2860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Материальное   стимулирование   специалиста ВУСа</w:t>
            </w:r>
          </w:p>
        </w:tc>
        <w:tc>
          <w:tcPr>
            <w:tcW w:w="2126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Ежемесячно</w:t>
            </w:r>
          </w:p>
        </w:tc>
        <w:tc>
          <w:tcPr>
            <w:tcW w:w="2353" w:type="dxa"/>
          </w:tcPr>
          <w:p w:rsidR="00326ED7" w:rsidRPr="006B64C9" w:rsidRDefault="00326ED7" w:rsidP="00ED4062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Областной бюджет:</w:t>
            </w:r>
          </w:p>
          <w:p w:rsidR="00326ED7" w:rsidRPr="00EE115A" w:rsidRDefault="00326ED7" w:rsidP="00D150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157,80000 тыс. руб</w:t>
            </w:r>
          </w:p>
          <w:p w:rsidR="00326ED7" w:rsidRPr="00EE115A" w:rsidRDefault="00326ED7" w:rsidP="00D150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172,90000 тыс. руб</w:t>
            </w:r>
          </w:p>
          <w:p w:rsidR="00326ED7" w:rsidRPr="00EE115A" w:rsidRDefault="00326ED7" w:rsidP="00D150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год- 179,10000</w:t>
            </w:r>
            <w:r w:rsidRPr="00EE115A">
              <w:rPr>
                <w:sz w:val="28"/>
                <w:szCs w:val="28"/>
              </w:rPr>
              <w:t xml:space="preserve"> тыс.рублей</w:t>
            </w:r>
          </w:p>
          <w:p w:rsidR="00326ED7" w:rsidRPr="006B64C9" w:rsidRDefault="00326ED7" w:rsidP="005770FB">
            <w:pPr>
              <w:rPr>
                <w:sz w:val="28"/>
                <w:szCs w:val="28"/>
              </w:rPr>
            </w:pPr>
          </w:p>
        </w:tc>
        <w:tc>
          <w:tcPr>
            <w:tcW w:w="2325" w:type="dxa"/>
          </w:tcPr>
          <w:p w:rsidR="00326ED7" w:rsidRPr="006B64C9" w:rsidRDefault="00326ED7" w:rsidP="00ED4062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Отдел бухгалтерского учета администрации МО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</w:t>
            </w:r>
            <w:r w:rsidRPr="006B64C9">
              <w:rPr>
                <w:sz w:val="28"/>
                <w:szCs w:val="28"/>
              </w:rPr>
              <w:t>»</w:t>
            </w:r>
          </w:p>
        </w:tc>
      </w:tr>
      <w:tr w:rsidR="00326ED7" w:rsidRPr="00EE115A" w:rsidTr="00A57652">
        <w:tc>
          <w:tcPr>
            <w:tcW w:w="509" w:type="dxa"/>
          </w:tcPr>
          <w:p w:rsidR="00326ED7" w:rsidRPr="00EE115A" w:rsidRDefault="00326ED7" w:rsidP="00EE115A">
            <w:pPr>
              <w:jc w:val="both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4</w:t>
            </w:r>
          </w:p>
        </w:tc>
        <w:tc>
          <w:tcPr>
            <w:tcW w:w="2860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Иные мероприятия, связанные   с    мобилизационной подготовкой, воинским учетом и бронированием граждан, пребывающих в запасе</w:t>
            </w:r>
          </w:p>
        </w:tc>
        <w:tc>
          <w:tcPr>
            <w:tcW w:w="2126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353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За счет экономии выделенных денежных средств</w:t>
            </w:r>
          </w:p>
        </w:tc>
        <w:tc>
          <w:tcPr>
            <w:tcW w:w="2325" w:type="dxa"/>
          </w:tcPr>
          <w:p w:rsidR="00326ED7" w:rsidRPr="006B64C9" w:rsidRDefault="00326ED7" w:rsidP="00EE115A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Отдел бухгалтерского учета администрации МО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</w:t>
            </w:r>
            <w:r w:rsidRPr="006B64C9">
              <w:rPr>
                <w:sz w:val="28"/>
                <w:szCs w:val="28"/>
              </w:rPr>
              <w:t>»</w:t>
            </w:r>
          </w:p>
        </w:tc>
      </w:tr>
    </w:tbl>
    <w:p w:rsidR="00326ED7" w:rsidRPr="00EE115A" w:rsidRDefault="00326ED7" w:rsidP="00EE115A">
      <w:pPr>
        <w:jc w:val="both"/>
        <w:rPr>
          <w:sz w:val="28"/>
          <w:szCs w:val="28"/>
        </w:rPr>
      </w:pPr>
    </w:p>
    <w:p w:rsidR="00326ED7" w:rsidRDefault="00326ED7" w:rsidP="006B64C9">
      <w:pPr>
        <w:ind w:left="709"/>
        <w:contextualSpacing/>
        <w:jc w:val="center"/>
        <w:rPr>
          <w:b/>
          <w:sz w:val="28"/>
          <w:szCs w:val="28"/>
          <w:lang w:eastAsia="en-US"/>
        </w:rPr>
      </w:pPr>
    </w:p>
    <w:p w:rsidR="00326ED7" w:rsidRPr="006B64C9" w:rsidRDefault="00326ED7" w:rsidP="006B64C9">
      <w:pPr>
        <w:ind w:left="709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5. </w:t>
      </w:r>
      <w:r w:rsidRPr="006B64C9">
        <w:rPr>
          <w:b/>
          <w:sz w:val="28"/>
          <w:szCs w:val="28"/>
          <w:lang w:eastAsia="en-US"/>
        </w:rPr>
        <w:t>Методы реализации подпрограммы и ожидаемые результаты.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 xml:space="preserve">Реализацию подпрограммы осуществляет специалист по ВУСу администрации      </w:t>
      </w:r>
      <w:r>
        <w:rPr>
          <w:sz w:val="28"/>
          <w:szCs w:val="28"/>
        </w:rPr>
        <w:t>МО</w:t>
      </w:r>
      <w:r w:rsidRPr="00EE115A">
        <w:rPr>
          <w:sz w:val="28"/>
          <w:szCs w:val="28"/>
        </w:rPr>
        <w:t xml:space="preserve">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</w:rPr>
        <w:t xml:space="preserve">»: 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нормативно-правовое обеспечение реализации подпрограммы;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-сбор и систематизацию информации о реализации подпрограммных мероприятий;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оценку результативности мероприятий подпрограммы;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мониторинг эффективности деятельности;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- отчитывается в установленном порядке о ходе реализации подпрограммы.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Контроль за целевым использованием средств областного бюджета, выделенных на реализацию подпрограммы, осуществляется в соответствии с действующим законодательством.</w:t>
      </w:r>
    </w:p>
    <w:p w:rsidR="00326ED7" w:rsidRPr="00EE115A" w:rsidRDefault="00326ED7" w:rsidP="00EE115A">
      <w:pPr>
        <w:jc w:val="both"/>
        <w:rPr>
          <w:sz w:val="28"/>
          <w:szCs w:val="28"/>
        </w:rPr>
      </w:pPr>
      <w:r w:rsidRPr="00EE115A">
        <w:rPr>
          <w:sz w:val="28"/>
          <w:szCs w:val="28"/>
        </w:rPr>
        <w:t>Кроме того, реализация программных мероприятий создает оптимальные условия для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время.</w:t>
      </w: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3E1E38">
      <w:pPr>
        <w:rPr>
          <w:spacing w:val="2"/>
          <w:sz w:val="28"/>
          <w:szCs w:val="28"/>
        </w:rPr>
      </w:pPr>
    </w:p>
    <w:p w:rsidR="00326ED7" w:rsidRDefault="00326ED7" w:rsidP="003E1E38">
      <w:pPr>
        <w:rPr>
          <w:spacing w:val="2"/>
          <w:sz w:val="28"/>
          <w:szCs w:val="28"/>
        </w:rPr>
      </w:pPr>
    </w:p>
    <w:p w:rsidR="00326ED7" w:rsidRDefault="00326ED7" w:rsidP="003E1E38">
      <w:pPr>
        <w:rPr>
          <w:spacing w:val="2"/>
          <w:sz w:val="28"/>
          <w:szCs w:val="28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Pr="006B64C9" w:rsidRDefault="00326ED7" w:rsidP="0022307C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 xml:space="preserve">Утверждена </w:t>
      </w:r>
    </w:p>
    <w:p w:rsidR="00326ED7" w:rsidRPr="006B64C9" w:rsidRDefault="00326ED7" w:rsidP="0022307C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постановлением</w:t>
      </w:r>
    </w:p>
    <w:p w:rsidR="00326ED7" w:rsidRDefault="00326ED7" w:rsidP="0022307C">
      <w:pPr>
        <w:ind w:left="6237"/>
        <w:jc w:val="right"/>
        <w:rPr>
          <w:sz w:val="28"/>
          <w:szCs w:val="28"/>
        </w:rPr>
      </w:pPr>
      <w:r w:rsidRPr="006B64C9">
        <w:rPr>
          <w:sz w:val="28"/>
          <w:szCs w:val="28"/>
        </w:rPr>
        <w:t>администрации</w:t>
      </w:r>
    </w:p>
    <w:p w:rsidR="00326ED7" w:rsidRDefault="00326ED7" w:rsidP="0022307C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26ED7" w:rsidRPr="006B64C9" w:rsidRDefault="00326ED7" w:rsidP="0022307C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«Сельское поселение село Пироговка Ахтубинского муниципального района Астраханской области»</w:t>
      </w:r>
    </w:p>
    <w:p w:rsidR="00326ED7" w:rsidRPr="00453B5C" w:rsidRDefault="00326ED7" w:rsidP="0022307C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01.11.2024</w:t>
      </w:r>
      <w:r w:rsidRPr="006A3C8B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19</w:t>
      </w:r>
    </w:p>
    <w:p w:rsidR="00326ED7" w:rsidRPr="006B64C9" w:rsidRDefault="00326ED7" w:rsidP="0022307C">
      <w:pPr>
        <w:ind w:left="6237"/>
        <w:jc w:val="right"/>
        <w:rPr>
          <w:sz w:val="28"/>
          <w:szCs w:val="28"/>
        </w:rPr>
      </w:pP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ПАСПОРТ</w:t>
      </w: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>ПОДПРОГРАММЫ МУНИЦИПАЛЬНОЙ ПРОГРАММЫ</w:t>
      </w: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3"/>
        <w:gridCol w:w="5528"/>
      </w:tblGrid>
      <w:tr w:rsidR="00326ED7" w:rsidRPr="00EE115A" w:rsidTr="006806CC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Наименование подпрограммы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</w:t>
            </w:r>
            <w:r w:rsidRPr="00EE115A">
              <w:rPr>
                <w:sz w:val="28"/>
                <w:szCs w:val="28"/>
                <w:lang w:eastAsia="en-US"/>
              </w:rPr>
              <w:t xml:space="preserve">Повышение качества предоставления муниципальных социальных </w:t>
            </w:r>
            <w:r>
              <w:rPr>
                <w:sz w:val="28"/>
                <w:szCs w:val="28"/>
                <w:lang w:eastAsia="en-US"/>
              </w:rPr>
              <w:t>выплат и пособий населению в 2025-2027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годы»</w:t>
            </w:r>
          </w:p>
        </w:tc>
      </w:tr>
      <w:tr w:rsidR="00326ED7" w:rsidRPr="00EE115A" w:rsidTr="006806CC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Муниципальный заказчик подпрограммы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Администрация МО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326ED7" w:rsidRPr="00EE115A" w:rsidTr="006806CC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</w:t>
            </w:r>
            <w:r w:rsidRPr="00EE115A">
              <w:rPr>
                <w:sz w:val="28"/>
                <w:szCs w:val="28"/>
                <w:lang w:eastAsia="en-US"/>
              </w:rPr>
              <w:t xml:space="preserve"> подпрограммы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Структурные подразделения администрации МО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</w:tc>
      </w:tr>
      <w:tr w:rsidR="00326ED7" w:rsidRPr="00EE115A" w:rsidTr="006806CC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Цели подпрограммы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pacing w:val="2"/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eastAsia="en-US"/>
              </w:rPr>
              <w:t xml:space="preserve">ыполнение </w:t>
            </w:r>
            <w:r w:rsidRPr="00EE115A">
              <w:rPr>
                <w:sz w:val="28"/>
                <w:szCs w:val="28"/>
                <w:lang w:eastAsia="en-US"/>
              </w:rPr>
              <w:t>решения Совета МО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 xml:space="preserve">» </w:t>
            </w:r>
          </w:p>
          <w:p w:rsidR="00326ED7" w:rsidRPr="00EE115A" w:rsidRDefault="00326ED7" w:rsidP="006806CC">
            <w:pPr>
              <w:widowControl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 xml:space="preserve">- </w:t>
            </w:r>
            <w:r w:rsidRPr="00D43125">
              <w:rPr>
                <w:sz w:val="28"/>
                <w:szCs w:val="28"/>
                <w:lang w:eastAsia="en-US"/>
              </w:rPr>
              <w:t xml:space="preserve">решение Совета МО «Сельское поселение село Пироговка Ахтубинского муниципального района Астраханской области» от 18.01.2012  </w:t>
            </w:r>
            <w:r w:rsidRPr="00D43125">
              <w:rPr>
                <w:rFonts w:cs="Courier New"/>
                <w:sz w:val="28"/>
                <w:szCs w:val="28"/>
                <w:lang w:eastAsia="en-US"/>
              </w:rPr>
              <w:t xml:space="preserve">№1 </w:t>
            </w:r>
            <w:r w:rsidRPr="00D43125">
              <w:rPr>
                <w:sz w:val="28"/>
                <w:szCs w:val="28"/>
                <w:lang w:eastAsia="en-US"/>
              </w:rPr>
              <w:t>«Об утверждении Положения о порядке установления и выплаты ежемесячной доплаты к трудовой</w:t>
            </w:r>
            <w:r>
              <w:rPr>
                <w:sz w:val="28"/>
                <w:szCs w:val="28"/>
                <w:lang w:eastAsia="en-US"/>
              </w:rPr>
              <w:t xml:space="preserve"> пенсии по старости лицам</w:t>
            </w:r>
            <w:r w:rsidRPr="00EE115A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EE115A">
              <w:rPr>
                <w:sz w:val="28"/>
                <w:szCs w:val="28"/>
                <w:lang w:eastAsia="en-US"/>
              </w:rPr>
              <w:t xml:space="preserve">замещавшим муниципальные должности </w:t>
            </w:r>
            <w:r>
              <w:rPr>
                <w:sz w:val="28"/>
                <w:szCs w:val="28"/>
                <w:lang w:eastAsia="en-US"/>
              </w:rPr>
              <w:t>МО</w:t>
            </w:r>
            <w:r w:rsidRPr="00EE115A">
              <w:rPr>
                <w:sz w:val="28"/>
                <w:szCs w:val="28"/>
                <w:lang w:eastAsia="en-US"/>
              </w:rPr>
              <w:t xml:space="preserve"> «</w:t>
            </w:r>
            <w:r>
              <w:rPr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326ED7" w:rsidRPr="00EE115A" w:rsidTr="006806CC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подпрограммы</w:t>
            </w:r>
            <w:r w:rsidRPr="00EE115A">
              <w:rPr>
                <w:sz w:val="28"/>
                <w:szCs w:val="28"/>
                <w:lang w:eastAsia="en-US"/>
              </w:rPr>
              <w:t xml:space="preserve">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autoSpaceDE w:val="0"/>
              <w:autoSpaceDN w:val="0"/>
              <w:adjustRightInd w:val="0"/>
              <w:rPr>
                <w:rFonts w:cs="Courier New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Создание</w:t>
            </w:r>
            <w:r w:rsidRPr="00EE115A">
              <w:rPr>
                <w:sz w:val="28"/>
                <w:szCs w:val="28"/>
              </w:rPr>
              <w:t xml:space="preserve"> системы мер, обеспечивающих </w:t>
            </w:r>
          </w:p>
          <w:p w:rsidR="00326ED7" w:rsidRPr="00EE115A" w:rsidRDefault="00326ED7" w:rsidP="006806C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8"/>
                <w:szCs w:val="28"/>
                <w:lang w:eastAsia="en-US"/>
              </w:rPr>
            </w:pP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выплаты ежемесячной доплаты к трудовой пенсии </w:t>
            </w:r>
            <w:r>
              <w:rPr>
                <w:rFonts w:cs="Courier New"/>
                <w:sz w:val="28"/>
                <w:szCs w:val="28"/>
                <w:lang w:eastAsia="en-US"/>
              </w:rPr>
              <w:t>по старости лицам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>,</w:t>
            </w:r>
            <w:r>
              <w:rPr>
                <w:rFonts w:cs="Courier New"/>
                <w:sz w:val="28"/>
                <w:szCs w:val="28"/>
                <w:lang w:eastAsia="en-US"/>
              </w:rPr>
              <w:t xml:space="preserve"> 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замещавшим муниципальные должности </w:t>
            </w:r>
            <w:r>
              <w:rPr>
                <w:rFonts w:cs="Courier New"/>
                <w:sz w:val="28"/>
                <w:szCs w:val="28"/>
                <w:lang w:eastAsia="en-US"/>
              </w:rPr>
              <w:t>МО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cs="Courier New"/>
                <w:sz w:val="28"/>
                <w:szCs w:val="28"/>
                <w:lang w:eastAsia="en-US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rFonts w:cs="Courier New"/>
                <w:sz w:val="28"/>
                <w:szCs w:val="28"/>
                <w:lang w:eastAsia="en-US"/>
              </w:rPr>
              <w:t>»</w:t>
            </w:r>
          </w:p>
        </w:tc>
      </w:tr>
      <w:tr w:rsidR="00326ED7" w:rsidRPr="00EE115A" w:rsidTr="006806CC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Целевые индикаторы и показатели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Целевое расходование выделенных ассигнований на террит</w:t>
            </w:r>
            <w:r>
              <w:rPr>
                <w:sz w:val="28"/>
                <w:szCs w:val="28"/>
                <w:lang w:eastAsia="en-US"/>
              </w:rPr>
              <w:t>ории МО «Сельское поселение село Пироговка Ахтубинского муниципального района Астраханской области»</w:t>
            </w:r>
          </w:p>
        </w:tc>
      </w:tr>
      <w:tr w:rsidR="00326ED7" w:rsidRPr="00EE115A" w:rsidTr="006806CC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Сроки и этапы реализации подпрограммы 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2025 по 2027</w:t>
            </w:r>
            <w:r w:rsidRPr="00EE115A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26ED7" w:rsidRPr="00EE115A" w:rsidTr="006806CC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Объем бюджетных ассигнований подпрограммы 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Pr="00EE115A">
              <w:rPr>
                <w:sz w:val="28"/>
                <w:szCs w:val="28"/>
                <w:lang w:eastAsia="en-US"/>
              </w:rPr>
              <w:t xml:space="preserve"> год –</w:t>
            </w:r>
            <w:r>
              <w:rPr>
                <w:sz w:val="28"/>
                <w:szCs w:val="28"/>
                <w:lang w:eastAsia="en-US"/>
              </w:rPr>
              <w:t>37,50000</w:t>
            </w:r>
            <w:r w:rsidRPr="00EE115A">
              <w:rPr>
                <w:sz w:val="28"/>
                <w:szCs w:val="28"/>
                <w:lang w:eastAsia="en-US"/>
              </w:rPr>
              <w:t xml:space="preserve"> тыс. руб. </w:t>
            </w:r>
          </w:p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Pr="00EE115A">
              <w:rPr>
                <w:sz w:val="28"/>
                <w:szCs w:val="28"/>
                <w:lang w:eastAsia="en-US"/>
              </w:rPr>
              <w:t xml:space="preserve"> год –</w:t>
            </w:r>
            <w:r>
              <w:rPr>
                <w:sz w:val="28"/>
                <w:szCs w:val="28"/>
                <w:lang w:eastAsia="en-US"/>
              </w:rPr>
              <w:t>0,00000</w:t>
            </w:r>
            <w:r w:rsidRPr="00EE115A">
              <w:rPr>
                <w:sz w:val="28"/>
                <w:szCs w:val="28"/>
                <w:lang w:eastAsia="en-US"/>
              </w:rPr>
              <w:t xml:space="preserve"> тыс. руб.</w:t>
            </w:r>
          </w:p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Pr="00EE115A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 xml:space="preserve">0,00000 </w:t>
            </w:r>
            <w:r w:rsidRPr="00EE115A">
              <w:rPr>
                <w:sz w:val="28"/>
                <w:szCs w:val="28"/>
                <w:lang w:eastAsia="en-US"/>
              </w:rPr>
              <w:t>тыс. руб.</w:t>
            </w:r>
          </w:p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 37,50000</w:t>
            </w:r>
            <w:r w:rsidRPr="00EE115A">
              <w:rPr>
                <w:sz w:val="28"/>
                <w:szCs w:val="28"/>
                <w:lang w:eastAsia="en-US"/>
              </w:rPr>
              <w:t xml:space="preserve"> тыс. руб.</w:t>
            </w:r>
          </w:p>
        </w:tc>
      </w:tr>
      <w:tr w:rsidR="00326ED7" w:rsidRPr="00EE115A" w:rsidTr="006806CC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E115A">
              <w:rPr>
                <w:sz w:val="28"/>
                <w:szCs w:val="28"/>
                <w:lang w:eastAsia="en-US"/>
              </w:rPr>
              <w:t>Ожидаемые результаты реализации подпрограммы 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Своевременное</w:t>
            </w:r>
            <w:r w:rsidRPr="00EE115A">
              <w:rPr>
                <w:sz w:val="28"/>
                <w:szCs w:val="28"/>
                <w:lang w:eastAsia="en-US"/>
              </w:rPr>
              <w:t xml:space="preserve"> обеспечение мерами социальной поддержки граждан, имеющих право на получение пенсии за выслугу</w:t>
            </w:r>
            <w:r>
              <w:rPr>
                <w:sz w:val="28"/>
                <w:szCs w:val="28"/>
                <w:lang w:eastAsia="en-US"/>
              </w:rPr>
              <w:t xml:space="preserve"> лет на муниципальной службе МО «Сельское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326ED7" w:rsidRPr="00EE115A" w:rsidRDefault="00326ED7" w:rsidP="0022307C">
      <w:pPr>
        <w:widowControl w:val="0"/>
        <w:tabs>
          <w:tab w:val="left" w:pos="1500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ab/>
      </w:r>
    </w:p>
    <w:p w:rsidR="00326ED7" w:rsidRPr="006B64C9" w:rsidRDefault="00326ED7" w:rsidP="0022307C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1. Характеристика сферы реализации подпрограммы:</w:t>
      </w: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Принятие подпрограммы «Повышение качества предоставления муниципальных социальных </w:t>
      </w:r>
      <w:r>
        <w:rPr>
          <w:sz w:val="28"/>
          <w:szCs w:val="28"/>
          <w:lang w:eastAsia="en-US"/>
        </w:rPr>
        <w:t>выплат и пособий населению на 2025-2027</w:t>
      </w:r>
      <w:r w:rsidRPr="00EE115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годы</w:t>
      </w:r>
      <w:r w:rsidRPr="00EE115A">
        <w:rPr>
          <w:sz w:val="28"/>
          <w:szCs w:val="28"/>
          <w:lang w:eastAsia="en-US"/>
        </w:rPr>
        <w:t xml:space="preserve">»  </w:t>
      </w:r>
      <w:r>
        <w:rPr>
          <w:sz w:val="28"/>
          <w:szCs w:val="28"/>
          <w:lang w:eastAsia="en-US"/>
        </w:rPr>
        <w:t xml:space="preserve">является обязательным </w:t>
      </w:r>
      <w:r w:rsidRPr="00EE115A">
        <w:rPr>
          <w:sz w:val="28"/>
          <w:szCs w:val="28"/>
          <w:lang w:eastAsia="en-US"/>
        </w:rPr>
        <w:t>условием для выполнения муниципальным образованием «</w:t>
      </w:r>
      <w:r>
        <w:rPr>
          <w:sz w:val="28"/>
          <w:szCs w:val="28"/>
          <w:lang w:eastAsia="en-US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 своих публичных обязательств перед гражданами, имеющими  право на получение пенсии за выслугу лет на муниципальной службе МО «</w:t>
      </w:r>
      <w:r>
        <w:rPr>
          <w:sz w:val="28"/>
          <w:szCs w:val="28"/>
          <w:lang w:eastAsia="en-US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z w:val="28"/>
          <w:szCs w:val="28"/>
          <w:lang w:eastAsia="en-US"/>
        </w:rPr>
        <w:t>»</w:t>
      </w:r>
    </w:p>
    <w:p w:rsidR="00326ED7" w:rsidRPr="00EE115A" w:rsidRDefault="00326ED7" w:rsidP="0022307C">
      <w:pPr>
        <w:widowControl w:val="0"/>
        <w:jc w:val="both"/>
        <w:rPr>
          <w:b/>
          <w:spacing w:val="2"/>
          <w:sz w:val="28"/>
          <w:szCs w:val="28"/>
        </w:rPr>
      </w:pPr>
    </w:p>
    <w:p w:rsidR="00326ED7" w:rsidRPr="006B64C9" w:rsidRDefault="00326ED7" w:rsidP="0022307C">
      <w:pPr>
        <w:jc w:val="center"/>
        <w:rPr>
          <w:b/>
          <w:sz w:val="28"/>
          <w:szCs w:val="28"/>
        </w:rPr>
      </w:pPr>
      <w:r w:rsidRPr="006B64C9">
        <w:rPr>
          <w:b/>
          <w:sz w:val="28"/>
          <w:szCs w:val="28"/>
        </w:rPr>
        <w:t>2. Цели, задачи и показатели (индикаторы) достижения целей и решения задач, описание основных ожидаемых конечных результатов подпрограммы</w:t>
      </w:r>
    </w:p>
    <w:p w:rsidR="00326ED7" w:rsidRPr="00EE115A" w:rsidRDefault="00326ED7" w:rsidP="0022307C">
      <w:pPr>
        <w:jc w:val="center"/>
        <w:rPr>
          <w:sz w:val="28"/>
          <w:szCs w:val="28"/>
        </w:rPr>
      </w:pPr>
    </w:p>
    <w:p w:rsidR="00326ED7" w:rsidRDefault="00326ED7" w:rsidP="0022307C">
      <w:pPr>
        <w:autoSpaceDE w:val="0"/>
        <w:autoSpaceDN w:val="0"/>
        <w:adjustRightInd w:val="0"/>
        <w:jc w:val="both"/>
        <w:rPr>
          <w:rFonts w:cs="Courier New"/>
          <w:sz w:val="28"/>
          <w:szCs w:val="28"/>
          <w:lang w:eastAsia="en-US"/>
        </w:rPr>
      </w:pPr>
      <w:r w:rsidRPr="00EE115A">
        <w:rPr>
          <w:spacing w:val="2"/>
          <w:sz w:val="28"/>
          <w:szCs w:val="28"/>
        </w:rPr>
        <w:t xml:space="preserve">Цель: </w:t>
      </w:r>
      <w:r w:rsidRPr="00EE115A">
        <w:rPr>
          <w:sz w:val="28"/>
          <w:szCs w:val="28"/>
          <w:lang w:eastAsia="en-US"/>
        </w:rPr>
        <w:t xml:space="preserve"> выполнение  решения Совета  МО «</w:t>
      </w:r>
      <w:r>
        <w:rPr>
          <w:sz w:val="28"/>
          <w:szCs w:val="28"/>
          <w:lang w:eastAsia="en-US"/>
        </w:rPr>
        <w:t xml:space="preserve">Сельское поселение </w:t>
      </w:r>
      <w:r w:rsidRPr="00D43125">
        <w:rPr>
          <w:sz w:val="28"/>
          <w:szCs w:val="28"/>
          <w:lang w:eastAsia="en-US"/>
        </w:rPr>
        <w:t>село Пироговка Ахтубинского муниципального района Астраханской области»</w:t>
      </w:r>
      <w:r w:rsidRPr="00D43125">
        <w:rPr>
          <w:rFonts w:cs="Courier New"/>
          <w:sz w:val="28"/>
          <w:szCs w:val="28"/>
          <w:lang w:eastAsia="en-US"/>
        </w:rPr>
        <w:t xml:space="preserve"> от 18.01.2012г</w:t>
      </w:r>
      <w:r>
        <w:rPr>
          <w:rFonts w:cs="Courier New"/>
          <w:sz w:val="28"/>
          <w:szCs w:val="28"/>
          <w:lang w:eastAsia="en-US"/>
        </w:rPr>
        <w:t xml:space="preserve">  №1</w:t>
      </w:r>
      <w:r w:rsidRPr="00EE115A">
        <w:rPr>
          <w:rFonts w:cs="Courier New"/>
          <w:sz w:val="28"/>
          <w:szCs w:val="28"/>
          <w:lang w:eastAsia="en-US"/>
        </w:rPr>
        <w:t xml:space="preserve"> «</w:t>
      </w:r>
      <w:r w:rsidRPr="00CE38FC">
        <w:rPr>
          <w:rFonts w:cs="Courier New"/>
          <w:sz w:val="28"/>
          <w:szCs w:val="28"/>
          <w:lang w:eastAsia="en-US"/>
        </w:rPr>
        <w:t xml:space="preserve">Об утверждении положения о пенсионном обеспечении муниципальных служащих </w:t>
      </w:r>
      <w:r>
        <w:rPr>
          <w:rFonts w:cs="Courier New"/>
          <w:sz w:val="28"/>
          <w:szCs w:val="28"/>
          <w:lang w:eastAsia="en-US"/>
        </w:rPr>
        <w:t>МО «Село Пироговка»</w:t>
      </w:r>
      <w:r w:rsidRPr="00CE38FC">
        <w:rPr>
          <w:rFonts w:cs="Courier New"/>
          <w:sz w:val="28"/>
          <w:szCs w:val="28"/>
          <w:lang w:eastAsia="en-US"/>
        </w:rPr>
        <w:t xml:space="preserve"> </w:t>
      </w:r>
    </w:p>
    <w:p w:rsidR="00326ED7" w:rsidRDefault="00326ED7" w:rsidP="0022307C">
      <w:pPr>
        <w:autoSpaceDE w:val="0"/>
        <w:autoSpaceDN w:val="0"/>
        <w:adjustRightInd w:val="0"/>
        <w:jc w:val="both"/>
        <w:rPr>
          <w:rFonts w:cs="Courier New"/>
          <w:sz w:val="28"/>
          <w:szCs w:val="28"/>
          <w:lang w:eastAsia="en-US"/>
        </w:rPr>
      </w:pPr>
    </w:p>
    <w:p w:rsidR="00326ED7" w:rsidRPr="00EE115A" w:rsidRDefault="00326ED7" w:rsidP="0022307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 w:rsidRPr="00EE115A">
        <w:rPr>
          <w:sz w:val="28"/>
          <w:szCs w:val="28"/>
        </w:rPr>
        <w:t xml:space="preserve">Задача: Создание  системы мер, обеспечивающих </w:t>
      </w:r>
      <w:r w:rsidRPr="00EE115A">
        <w:rPr>
          <w:sz w:val="28"/>
          <w:szCs w:val="28"/>
          <w:lang w:eastAsia="en-US"/>
        </w:rPr>
        <w:t>выполнение  решения Совета МО  «</w:t>
      </w:r>
      <w:r>
        <w:rPr>
          <w:sz w:val="28"/>
          <w:szCs w:val="28"/>
          <w:lang w:eastAsia="en-US"/>
        </w:rPr>
        <w:t xml:space="preserve">Сельское </w:t>
      </w:r>
      <w:r w:rsidRPr="00D43125">
        <w:rPr>
          <w:sz w:val="28"/>
          <w:szCs w:val="28"/>
          <w:lang w:eastAsia="en-US"/>
        </w:rPr>
        <w:t xml:space="preserve">поселение село Пироговка Ахтубинского муниципального района Астраханской области» от </w:t>
      </w:r>
      <w:r w:rsidRPr="00D43125">
        <w:rPr>
          <w:rFonts w:cs="Courier New"/>
          <w:sz w:val="28"/>
          <w:szCs w:val="28"/>
          <w:lang w:eastAsia="en-US"/>
        </w:rPr>
        <w:t>18.01.2012г  №1 «Об утверждении положения о пенсионном обеспечении муниципальных служащих</w:t>
      </w:r>
      <w:r w:rsidRPr="00CE38FC">
        <w:rPr>
          <w:rFonts w:cs="Courier New"/>
          <w:sz w:val="28"/>
          <w:szCs w:val="28"/>
          <w:lang w:eastAsia="en-US"/>
        </w:rPr>
        <w:t xml:space="preserve"> </w:t>
      </w:r>
      <w:r>
        <w:rPr>
          <w:rFonts w:cs="Courier New"/>
          <w:sz w:val="28"/>
          <w:szCs w:val="28"/>
          <w:lang w:eastAsia="en-US"/>
        </w:rPr>
        <w:t>МО «Село Пироговка»</w:t>
      </w:r>
    </w:p>
    <w:p w:rsidR="00326ED7" w:rsidRDefault="00326ED7" w:rsidP="0022307C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      </w:t>
      </w:r>
    </w:p>
    <w:p w:rsidR="00326ED7" w:rsidRPr="00EE115A" w:rsidRDefault="00326ED7" w:rsidP="0022307C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   Цели, задачи и показатели (индикаторы) достижения целей и решения задач изложены в приложении  № 1 к муниципальной программе.</w:t>
      </w:r>
    </w:p>
    <w:p w:rsidR="00326ED7" w:rsidRPr="00EE115A" w:rsidRDefault="00326ED7" w:rsidP="0022307C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Оценка эффективности реализации  подпрограммы производится ежегодно путем сопоставления фактически достигнутых показателей за соответствующий год с утвержденным на год значениями показателей результативности.</w:t>
      </w:r>
    </w:p>
    <w:p w:rsidR="00326ED7" w:rsidRPr="00EE115A" w:rsidRDefault="00326ED7" w:rsidP="0022307C">
      <w:pPr>
        <w:widowControl w:val="0"/>
        <w:tabs>
          <w:tab w:val="left" w:pos="5040"/>
        </w:tabs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          Сопоставление значений показателей результативности производиться по каждому показателю.</w:t>
      </w:r>
    </w:p>
    <w:p w:rsidR="00326ED7" w:rsidRPr="00ED63FC" w:rsidRDefault="00326ED7" w:rsidP="0022307C">
      <w:pPr>
        <w:widowControl w:val="0"/>
        <w:tabs>
          <w:tab w:val="left" w:pos="5040"/>
        </w:tabs>
        <w:jc w:val="both"/>
        <w:rPr>
          <w:spacing w:val="2"/>
          <w:sz w:val="12"/>
          <w:szCs w:val="28"/>
        </w:rPr>
      </w:pPr>
    </w:p>
    <w:p w:rsidR="00326ED7" w:rsidRDefault="00326ED7" w:rsidP="0022307C">
      <w:pPr>
        <w:widowControl w:val="0"/>
        <w:jc w:val="center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         </w:t>
      </w:r>
    </w:p>
    <w:p w:rsidR="00326ED7" w:rsidRPr="006B64C9" w:rsidRDefault="00326ED7" w:rsidP="0022307C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3. Прогноз сводных показателей целевых заданий по этапам реализации подпрограммы</w:t>
      </w:r>
    </w:p>
    <w:p w:rsidR="00326ED7" w:rsidRPr="00EE115A" w:rsidRDefault="00326ED7" w:rsidP="0022307C">
      <w:pPr>
        <w:widowControl w:val="0"/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Сроки реализации подпрогра</w:t>
      </w:r>
      <w:r>
        <w:rPr>
          <w:spacing w:val="2"/>
          <w:sz w:val="28"/>
          <w:szCs w:val="28"/>
        </w:rPr>
        <w:t>ммы муниципальной программы: 2025-2027</w:t>
      </w:r>
      <w:r w:rsidRPr="00EE115A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годы</w:t>
      </w:r>
      <w:r w:rsidRPr="00EE115A">
        <w:rPr>
          <w:spacing w:val="2"/>
          <w:sz w:val="28"/>
          <w:szCs w:val="28"/>
        </w:rPr>
        <w:t>, в один этап.</w:t>
      </w:r>
    </w:p>
    <w:p w:rsidR="00326ED7" w:rsidRPr="00ED63FC" w:rsidRDefault="00326ED7" w:rsidP="0022307C">
      <w:pPr>
        <w:widowControl w:val="0"/>
        <w:jc w:val="both"/>
        <w:rPr>
          <w:spacing w:val="2"/>
          <w:sz w:val="12"/>
          <w:szCs w:val="28"/>
        </w:rPr>
      </w:pPr>
    </w:p>
    <w:p w:rsidR="00326ED7" w:rsidRPr="006B64C9" w:rsidRDefault="00326ED7" w:rsidP="0022307C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 xml:space="preserve">4. Обоснование  объема финансовых ресурсов, необходимых для реализации </w:t>
      </w:r>
    </w:p>
    <w:p w:rsidR="00326ED7" w:rsidRPr="006B64C9" w:rsidRDefault="00326ED7" w:rsidP="0022307C">
      <w:pPr>
        <w:widowControl w:val="0"/>
        <w:jc w:val="center"/>
        <w:rPr>
          <w:b/>
          <w:spacing w:val="2"/>
          <w:sz w:val="28"/>
          <w:szCs w:val="28"/>
        </w:rPr>
      </w:pPr>
      <w:r w:rsidRPr="006B64C9">
        <w:rPr>
          <w:b/>
          <w:spacing w:val="2"/>
          <w:sz w:val="28"/>
          <w:szCs w:val="28"/>
        </w:rPr>
        <w:t>подпрограмм</w:t>
      </w:r>
    </w:p>
    <w:p w:rsidR="00326ED7" w:rsidRPr="00ED63FC" w:rsidRDefault="00326ED7" w:rsidP="0022307C">
      <w:pPr>
        <w:widowControl w:val="0"/>
        <w:jc w:val="both"/>
        <w:rPr>
          <w:spacing w:val="2"/>
          <w:sz w:val="14"/>
          <w:szCs w:val="28"/>
        </w:rPr>
      </w:pPr>
    </w:p>
    <w:p w:rsidR="00326ED7" w:rsidRPr="00EE115A" w:rsidRDefault="00326ED7" w:rsidP="0022307C">
      <w:pPr>
        <w:widowControl w:val="0"/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 xml:space="preserve">Финансирование подпрограммы муниципальной программы осуществляется за счет средств бюджета </w:t>
      </w:r>
      <w:r>
        <w:rPr>
          <w:spacing w:val="2"/>
          <w:sz w:val="28"/>
          <w:szCs w:val="28"/>
        </w:rPr>
        <w:t>МО</w:t>
      </w:r>
      <w:r w:rsidRPr="00EE115A"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EE115A">
        <w:rPr>
          <w:spacing w:val="2"/>
          <w:sz w:val="28"/>
          <w:szCs w:val="28"/>
        </w:rPr>
        <w:t xml:space="preserve">». </w:t>
      </w: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EE115A">
        <w:rPr>
          <w:sz w:val="28"/>
          <w:szCs w:val="28"/>
          <w:lang w:eastAsia="en-US"/>
        </w:rPr>
        <w:t xml:space="preserve">Общий объем финансирования составляет </w:t>
      </w:r>
      <w:r>
        <w:rPr>
          <w:sz w:val="28"/>
          <w:szCs w:val="28"/>
          <w:lang w:eastAsia="en-US"/>
        </w:rPr>
        <w:t>37,50000</w:t>
      </w:r>
      <w:r w:rsidRPr="00EE115A">
        <w:rPr>
          <w:sz w:val="28"/>
          <w:szCs w:val="28"/>
          <w:lang w:eastAsia="en-US"/>
        </w:rPr>
        <w:t xml:space="preserve"> тыс. руб.  В том числе:</w:t>
      </w: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2025</w:t>
      </w:r>
      <w:r w:rsidRPr="00EE115A">
        <w:rPr>
          <w:sz w:val="28"/>
          <w:szCs w:val="28"/>
          <w:lang w:eastAsia="en-US"/>
        </w:rPr>
        <w:t xml:space="preserve"> год –</w:t>
      </w:r>
      <w:r>
        <w:rPr>
          <w:sz w:val="28"/>
          <w:szCs w:val="28"/>
          <w:lang w:eastAsia="en-US"/>
        </w:rPr>
        <w:t>37,50000</w:t>
      </w:r>
      <w:r w:rsidRPr="00EE115A">
        <w:rPr>
          <w:sz w:val="28"/>
          <w:szCs w:val="28"/>
          <w:lang w:eastAsia="en-US"/>
        </w:rPr>
        <w:t xml:space="preserve"> тыс. руб. </w:t>
      </w: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2026</w:t>
      </w:r>
      <w:r w:rsidRPr="00EE115A">
        <w:rPr>
          <w:sz w:val="28"/>
          <w:szCs w:val="28"/>
          <w:lang w:eastAsia="en-US"/>
        </w:rPr>
        <w:t xml:space="preserve"> год –</w:t>
      </w:r>
      <w:r>
        <w:rPr>
          <w:sz w:val="28"/>
          <w:szCs w:val="28"/>
          <w:lang w:eastAsia="en-US"/>
        </w:rPr>
        <w:t>0,00000</w:t>
      </w:r>
      <w:r w:rsidRPr="00EE115A">
        <w:rPr>
          <w:sz w:val="28"/>
          <w:szCs w:val="28"/>
          <w:lang w:eastAsia="en-US"/>
        </w:rPr>
        <w:t xml:space="preserve"> тыс. руб.</w:t>
      </w:r>
    </w:p>
    <w:p w:rsidR="00326ED7" w:rsidRPr="00EE115A" w:rsidRDefault="00326ED7" w:rsidP="0022307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2027</w:t>
      </w:r>
      <w:r w:rsidRPr="00EE115A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 xml:space="preserve">0,00000 </w:t>
      </w:r>
      <w:r w:rsidRPr="00EE115A">
        <w:rPr>
          <w:sz w:val="28"/>
          <w:szCs w:val="28"/>
          <w:lang w:eastAsia="en-US"/>
        </w:rPr>
        <w:t>тыс. руб.</w:t>
      </w:r>
    </w:p>
    <w:p w:rsidR="00326ED7" w:rsidRPr="00EE115A" w:rsidRDefault="00326ED7" w:rsidP="0022307C">
      <w:pPr>
        <w:widowControl w:val="0"/>
        <w:jc w:val="both"/>
        <w:rPr>
          <w:spacing w:val="2"/>
          <w:sz w:val="28"/>
          <w:szCs w:val="28"/>
        </w:rPr>
      </w:pPr>
      <w:r w:rsidRPr="00ED4062">
        <w:rPr>
          <w:spacing w:val="2"/>
          <w:sz w:val="28"/>
          <w:szCs w:val="28"/>
        </w:rPr>
        <w:t>Объем финансирования рассчитан</w:t>
      </w:r>
      <w:r w:rsidRPr="00EE115A">
        <w:rPr>
          <w:spacing w:val="2"/>
          <w:sz w:val="28"/>
          <w:szCs w:val="28"/>
        </w:rPr>
        <w:t xml:space="preserve"> по годам с учетом количества получающих социальные выплаты: муниципальных пенсий и количества человек. Объёмы финансирования могут быть скорректированы в процессе реализации мероприятий.</w:t>
      </w:r>
    </w:p>
    <w:p w:rsidR="00326ED7" w:rsidRPr="00EE115A" w:rsidRDefault="00326ED7" w:rsidP="0022307C">
      <w:pPr>
        <w:jc w:val="both"/>
        <w:rPr>
          <w:spacing w:val="2"/>
          <w:sz w:val="28"/>
          <w:szCs w:val="28"/>
        </w:rPr>
      </w:pPr>
      <w:r w:rsidRPr="00EE115A">
        <w:rPr>
          <w:spacing w:val="2"/>
          <w:sz w:val="28"/>
          <w:szCs w:val="28"/>
        </w:rPr>
        <w:t>Сведения о ресурсном обеспечении реализации подпрограммы приведены в  приложении № 3 к муниципальной программе.</w:t>
      </w:r>
    </w:p>
    <w:p w:rsidR="00326ED7" w:rsidRPr="00EE115A" w:rsidRDefault="00326ED7" w:rsidP="0022307C">
      <w:pPr>
        <w:jc w:val="both"/>
        <w:rPr>
          <w:spacing w:val="2"/>
          <w:sz w:val="28"/>
          <w:szCs w:val="28"/>
        </w:rPr>
      </w:pPr>
    </w:p>
    <w:p w:rsidR="00326ED7" w:rsidRPr="00EE115A" w:rsidRDefault="00326ED7" w:rsidP="0022307C">
      <w:pPr>
        <w:rPr>
          <w:spacing w:val="2"/>
          <w:sz w:val="28"/>
          <w:szCs w:val="28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26ED7" w:rsidRDefault="00326ED7" w:rsidP="00B92F46">
      <w:pPr>
        <w:widowControl w:val="0"/>
        <w:autoSpaceDE w:val="0"/>
        <w:autoSpaceDN w:val="0"/>
        <w:adjustRightInd w:val="0"/>
        <w:outlineLvl w:val="1"/>
        <w:rPr>
          <w:spacing w:val="2"/>
          <w:sz w:val="28"/>
          <w:szCs w:val="28"/>
        </w:rPr>
      </w:pPr>
    </w:p>
    <w:p w:rsidR="00326ED7" w:rsidRDefault="00326ED7" w:rsidP="00B92F46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26ED7" w:rsidRPr="00EE115A" w:rsidRDefault="00326ED7" w:rsidP="0031038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>Приложение № 1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E115A">
        <w:rPr>
          <w:sz w:val="28"/>
          <w:szCs w:val="28"/>
        </w:rPr>
        <w:t xml:space="preserve">к муниципальной программе 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764"/>
      <w:bookmarkEnd w:id="0"/>
      <w:r w:rsidRPr="00EE115A">
        <w:rPr>
          <w:sz w:val="28"/>
          <w:szCs w:val="28"/>
        </w:rPr>
        <w:t>СВЕДЕНИЯ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>О ПОКАЗАТЕЛЯХ (ИНДИКАТОРАХ)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678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647"/>
        <w:gridCol w:w="56"/>
        <w:gridCol w:w="10"/>
        <w:gridCol w:w="1880"/>
        <w:gridCol w:w="284"/>
        <w:gridCol w:w="942"/>
        <w:gridCol w:w="42"/>
        <w:gridCol w:w="403"/>
        <w:gridCol w:w="734"/>
        <w:gridCol w:w="473"/>
        <w:gridCol w:w="569"/>
        <w:gridCol w:w="40"/>
        <w:gridCol w:w="519"/>
        <w:gridCol w:w="758"/>
        <w:gridCol w:w="27"/>
        <w:gridCol w:w="658"/>
        <w:gridCol w:w="520"/>
        <w:gridCol w:w="67"/>
        <w:gridCol w:w="782"/>
        <w:gridCol w:w="356"/>
        <w:gridCol w:w="35"/>
        <w:gridCol w:w="902"/>
        <w:gridCol w:w="251"/>
        <w:gridCol w:w="436"/>
      </w:tblGrid>
      <w:tr w:rsidR="00326ED7" w:rsidRPr="00EE115A" w:rsidTr="00F24283">
        <w:trPr>
          <w:gridAfter w:val="1"/>
          <w:wAfter w:w="597" w:type="pct"/>
          <w:trHeight w:val="279"/>
          <w:tblCellSpacing w:w="5" w:type="nil"/>
        </w:trPr>
        <w:tc>
          <w:tcPr>
            <w:tcW w:w="2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№п/п</w:t>
            </w:r>
          </w:p>
        </w:tc>
        <w:tc>
          <w:tcPr>
            <w:tcW w:w="7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Наименование показателя (индикатора)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Ед. измерения</w:t>
            </w:r>
          </w:p>
        </w:tc>
        <w:tc>
          <w:tcPr>
            <w:tcW w:w="287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Значения показателей</w:t>
            </w:r>
          </w:p>
        </w:tc>
      </w:tr>
      <w:tr w:rsidR="00326ED7" w:rsidRPr="00EE115A" w:rsidTr="00F24283">
        <w:trPr>
          <w:gridAfter w:val="1"/>
          <w:wAfter w:w="597" w:type="pct"/>
          <w:trHeight w:val="150"/>
          <w:tblCellSpacing w:w="5" w:type="nil"/>
        </w:trPr>
        <w:tc>
          <w:tcPr>
            <w:tcW w:w="2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5770FB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5770FB">
              <w:t>тчетный год</w:t>
            </w:r>
          </w:p>
          <w:p w:rsidR="00326ED7" w:rsidRPr="005770FB" w:rsidRDefault="00326ED7" w:rsidP="005770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5770FB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</w:t>
            </w:r>
            <w:r w:rsidRPr="005770FB">
              <w:t>екущий год</w:t>
            </w:r>
          </w:p>
          <w:p w:rsidR="00326ED7" w:rsidRPr="005770FB" w:rsidRDefault="00326ED7" w:rsidP="005770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5770FB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70FB">
              <w:t>Очередной год</w:t>
            </w:r>
          </w:p>
          <w:p w:rsidR="00326ED7" w:rsidRPr="005770FB" w:rsidRDefault="00326ED7" w:rsidP="005770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Первый год планового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>периода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115A">
              <w:t xml:space="preserve">Второй год планового периода 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Default="00326ED7" w:rsidP="004B2C6D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  <w:r w:rsidRPr="00EE115A">
              <w:t>аверша</w:t>
            </w:r>
            <w:r>
              <w:t>ю</w:t>
            </w:r>
          </w:p>
          <w:p w:rsidR="00326ED7" w:rsidRDefault="00326ED7" w:rsidP="004B2C6D">
            <w:pPr>
              <w:widowControl w:val="0"/>
              <w:autoSpaceDE w:val="0"/>
              <w:autoSpaceDN w:val="0"/>
              <w:adjustRightInd w:val="0"/>
            </w:pPr>
            <w:r>
              <w:t>ю</w:t>
            </w:r>
            <w:r w:rsidRPr="00EE115A">
              <w:t>щий</w:t>
            </w:r>
          </w:p>
          <w:p w:rsidR="00326ED7" w:rsidRPr="00EE115A" w:rsidRDefault="00326ED7" w:rsidP="004B2C6D">
            <w:pPr>
              <w:widowControl w:val="0"/>
              <w:autoSpaceDE w:val="0"/>
              <w:autoSpaceDN w:val="0"/>
              <w:adjustRightInd w:val="0"/>
            </w:pPr>
            <w:r w:rsidRPr="00EE115A">
              <w:t xml:space="preserve"> год</w:t>
            </w:r>
          </w:p>
        </w:tc>
      </w:tr>
      <w:tr w:rsidR="00326ED7" w:rsidRPr="00EE115A" w:rsidTr="00F24283">
        <w:trPr>
          <w:gridAfter w:val="1"/>
          <w:wAfter w:w="597" w:type="pct"/>
          <w:trHeight w:val="227"/>
          <w:tblCellSpacing w:w="5" w:type="nil"/>
        </w:trPr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1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2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4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5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6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7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8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115A">
              <w:rPr>
                <w:sz w:val="20"/>
                <w:szCs w:val="20"/>
              </w:rPr>
              <w:t>9</w:t>
            </w:r>
          </w:p>
        </w:tc>
      </w:tr>
      <w:tr w:rsidR="00326ED7" w:rsidRPr="00EE115A" w:rsidTr="00F24283">
        <w:trPr>
          <w:gridAfter w:val="1"/>
          <w:wAfter w:w="597" w:type="pct"/>
          <w:trHeight w:val="854"/>
          <w:tblCellSpacing w:w="5" w:type="nil"/>
        </w:trPr>
        <w:tc>
          <w:tcPr>
            <w:tcW w:w="440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Default="00326ED7" w:rsidP="005770FB">
            <w:pPr>
              <w:widowControl w:val="0"/>
              <w:tabs>
                <w:tab w:val="left" w:pos="4152"/>
              </w:tabs>
              <w:autoSpaceDE w:val="0"/>
              <w:autoSpaceDN w:val="0"/>
              <w:adjustRightInd w:val="0"/>
            </w:pPr>
            <w:r>
              <w:t xml:space="preserve">Муниципальная программа </w:t>
            </w:r>
            <w:r w:rsidRPr="00EE115A">
              <w:t xml:space="preserve">«Реализация функций органов местного самоуправления  </w:t>
            </w:r>
            <w:r>
              <w:t>МО</w:t>
            </w:r>
            <w:r w:rsidRPr="00EE115A">
              <w:t xml:space="preserve"> «</w:t>
            </w:r>
            <w:r>
              <w:t xml:space="preserve">Сельское поселение село Пироговка Ахтубинского муниципального района Астраханской области» </w:t>
            </w:r>
          </w:p>
          <w:p w:rsidR="00326ED7" w:rsidRPr="00EE115A" w:rsidRDefault="00326ED7" w:rsidP="005770FB">
            <w:pPr>
              <w:widowControl w:val="0"/>
              <w:tabs>
                <w:tab w:val="left" w:pos="4152"/>
              </w:tabs>
              <w:autoSpaceDE w:val="0"/>
              <w:autoSpaceDN w:val="0"/>
              <w:adjustRightInd w:val="0"/>
            </w:pPr>
            <w:r>
              <w:t>на 2025-2027 годы</w:t>
            </w:r>
            <w:r w:rsidRPr="00EE115A">
              <w:t>»</w:t>
            </w:r>
          </w:p>
        </w:tc>
      </w:tr>
      <w:tr w:rsidR="00326ED7" w:rsidRPr="00EE115A" w:rsidTr="00F24283">
        <w:trPr>
          <w:gridAfter w:val="1"/>
          <w:wAfter w:w="597" w:type="pct"/>
          <w:trHeight w:val="854"/>
          <w:tblCellSpacing w:w="5" w:type="nil"/>
        </w:trPr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Финансирование затрат на содержание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%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51411D">
            <w:pPr>
              <w:widowControl w:val="0"/>
              <w:autoSpaceDE w:val="0"/>
              <w:autoSpaceDN w:val="0"/>
              <w:adjustRightInd w:val="0"/>
              <w:ind w:left="588" w:hanging="588"/>
            </w:pPr>
            <w:r w:rsidRPr="00EE115A">
              <w:t>100</w:t>
            </w:r>
          </w:p>
        </w:tc>
      </w:tr>
      <w:tr w:rsidR="00326ED7" w:rsidRPr="00EE115A" w:rsidTr="00F24283">
        <w:trPr>
          <w:gridAfter w:val="1"/>
          <w:wAfter w:w="597" w:type="pct"/>
          <w:trHeight w:val="854"/>
          <w:tblCellSpacing w:w="5" w:type="nil"/>
        </w:trPr>
        <w:tc>
          <w:tcPr>
            <w:tcW w:w="440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Default="00326ED7" w:rsidP="005770FB">
            <w:pPr>
              <w:widowControl w:val="0"/>
              <w:autoSpaceDE w:val="0"/>
              <w:autoSpaceDN w:val="0"/>
              <w:adjustRightInd w:val="0"/>
            </w:pPr>
            <w:r w:rsidRPr="00EE115A">
              <w:t xml:space="preserve">Подпрограмма </w:t>
            </w:r>
            <w:r w:rsidRPr="00C034E0">
              <w:t xml:space="preserve">«Обеспечение эффективной финансово-хозяйственной деятельности администрации </w:t>
            </w:r>
          </w:p>
          <w:p w:rsidR="00326ED7" w:rsidRDefault="00326ED7" w:rsidP="005770FB">
            <w:pPr>
              <w:widowControl w:val="0"/>
              <w:autoSpaceDE w:val="0"/>
              <w:autoSpaceDN w:val="0"/>
              <w:adjustRightInd w:val="0"/>
            </w:pPr>
            <w:r w:rsidRPr="00C034E0">
              <w:t>МО «Сельское поселение село Пироговка Ахтубинского муниципального района Астраханской</w:t>
            </w:r>
          </w:p>
          <w:p w:rsidR="00326ED7" w:rsidRPr="00C034E0" w:rsidRDefault="00326ED7" w:rsidP="005770FB">
            <w:pPr>
              <w:widowControl w:val="0"/>
              <w:autoSpaceDE w:val="0"/>
              <w:autoSpaceDN w:val="0"/>
              <w:adjustRightInd w:val="0"/>
            </w:pPr>
            <w:r>
              <w:t xml:space="preserve"> области» на</w:t>
            </w:r>
            <w:r w:rsidRPr="00C034E0">
              <w:t xml:space="preserve"> </w:t>
            </w:r>
            <w:r>
              <w:t>2025-2027</w:t>
            </w:r>
            <w:r w:rsidRPr="00C034E0">
              <w:t xml:space="preserve"> годы»</w:t>
            </w:r>
          </w:p>
        </w:tc>
      </w:tr>
      <w:tr w:rsidR="00326ED7" w:rsidRPr="00EE115A" w:rsidTr="00F24283">
        <w:trPr>
          <w:gridAfter w:val="1"/>
          <w:wAfter w:w="597" w:type="pct"/>
          <w:trHeight w:val="854"/>
          <w:tblCellSpacing w:w="5" w:type="nil"/>
        </w:trPr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Финансирование затрат</w:t>
            </w:r>
          </w:p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%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</w:pPr>
            <w:r w:rsidRPr="00EE115A">
              <w:t>100</w:t>
            </w:r>
          </w:p>
        </w:tc>
      </w:tr>
      <w:tr w:rsidR="00326ED7" w:rsidRPr="00EE115A" w:rsidTr="00F24283">
        <w:trPr>
          <w:gridAfter w:val="1"/>
          <w:wAfter w:w="597" w:type="pct"/>
          <w:trHeight w:val="872"/>
          <w:tblCellSpacing w:w="5" w:type="nil"/>
        </w:trPr>
        <w:tc>
          <w:tcPr>
            <w:tcW w:w="440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Default="00326ED7" w:rsidP="005770FB">
            <w:pPr>
              <w:jc w:val="both"/>
            </w:pPr>
            <w:r w:rsidRPr="00EE115A">
              <w:t xml:space="preserve">Подпрограмма «Организация мобилизационной подготовки, системы воинского учета и </w:t>
            </w:r>
          </w:p>
          <w:p w:rsidR="00326ED7" w:rsidRDefault="00326ED7" w:rsidP="005770FB">
            <w:pPr>
              <w:jc w:val="both"/>
            </w:pPr>
            <w:r w:rsidRPr="00EE115A">
              <w:t>бронирования в муниципальном образовании «</w:t>
            </w:r>
            <w:r>
              <w:t xml:space="preserve">Сельское поселение село Пироговка </w:t>
            </w:r>
          </w:p>
          <w:p w:rsidR="00326ED7" w:rsidRPr="00EE115A" w:rsidRDefault="00326ED7" w:rsidP="005770FB">
            <w:pPr>
              <w:jc w:val="both"/>
            </w:pPr>
            <w:r>
              <w:t>Ахтубинского муниципального района Астраханской области» на 2025-2027</w:t>
            </w:r>
            <w:r w:rsidRPr="00EE115A">
              <w:t xml:space="preserve"> годы»</w:t>
            </w:r>
          </w:p>
        </w:tc>
      </w:tr>
      <w:tr w:rsidR="00326ED7" w:rsidRPr="00EE115A" w:rsidTr="00F24283">
        <w:trPr>
          <w:gridAfter w:val="1"/>
          <w:wAfter w:w="597" w:type="pct"/>
          <w:trHeight w:val="576"/>
          <w:tblCellSpacing w:w="5" w:type="nil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r w:rsidRPr="00EE115A">
              <w:t>1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r w:rsidRPr="00EE115A">
              <w:t>Финансирование</w:t>
            </w:r>
          </w:p>
          <w:p w:rsidR="00326ED7" w:rsidRPr="00EE115A" w:rsidRDefault="00326ED7" w:rsidP="00EE115A">
            <w:r w:rsidRPr="00EE115A">
              <w:t xml:space="preserve"> затрат</w:t>
            </w:r>
          </w:p>
        </w:tc>
        <w:tc>
          <w:tcPr>
            <w:tcW w:w="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r w:rsidRPr="00EE115A">
              <w:t>%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r w:rsidRPr="00EE115A">
              <w:t>100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r w:rsidRPr="00EE115A">
              <w:t>100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r w:rsidRPr="00EE115A">
              <w:t>100</w:t>
            </w:r>
          </w:p>
        </w:tc>
        <w:tc>
          <w:tcPr>
            <w:tcW w:w="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r w:rsidRPr="00EE115A">
              <w:t>100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r w:rsidRPr="00EE115A">
              <w:t>100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r w:rsidRPr="00EE115A">
              <w:t>100</w:t>
            </w:r>
          </w:p>
        </w:tc>
      </w:tr>
      <w:tr w:rsidR="00326ED7" w:rsidRPr="00EE115A" w:rsidTr="00F24283">
        <w:trPr>
          <w:tblCellSpacing w:w="5" w:type="nil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Default="00326ED7" w:rsidP="006806CC">
            <w:pPr>
              <w:jc w:val="both"/>
            </w:pPr>
            <w:r w:rsidRPr="00E94D01">
              <w:t>Подпрограмма «Повышение качества предоставления муниципальных социальных в</w:t>
            </w:r>
            <w:r>
              <w:t xml:space="preserve">ыплат и </w:t>
            </w:r>
          </w:p>
          <w:p w:rsidR="00326ED7" w:rsidRPr="00E94D01" w:rsidRDefault="00326ED7" w:rsidP="006806CC">
            <w:pPr>
              <w:jc w:val="both"/>
            </w:pPr>
            <w:r>
              <w:t>пособий населению на 2025-2027</w:t>
            </w:r>
            <w:r w:rsidRPr="00E94D01">
              <w:t xml:space="preserve"> </w:t>
            </w:r>
            <w:r>
              <w:t>годы</w:t>
            </w:r>
            <w:r w:rsidRPr="00E94D01">
              <w:t>»</w:t>
            </w:r>
          </w:p>
        </w:tc>
      </w:tr>
      <w:tr w:rsidR="00326ED7" w:rsidRPr="00EE115A" w:rsidTr="00F24283">
        <w:trPr>
          <w:tblCellSpacing w:w="5" w:type="nil"/>
        </w:trPr>
        <w:tc>
          <w:tcPr>
            <w:tcW w:w="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r w:rsidRPr="00EE115A">
              <w:t>1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r w:rsidRPr="00EE115A">
              <w:t>Финансирование</w:t>
            </w:r>
          </w:p>
          <w:p w:rsidR="00326ED7" w:rsidRPr="00EE115A" w:rsidRDefault="00326ED7" w:rsidP="006806CC">
            <w:r w:rsidRPr="00EE115A">
              <w:t xml:space="preserve"> затрат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r w:rsidRPr="00EE115A">
              <w:t>%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r w:rsidRPr="00EE115A">
              <w:t>100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r w:rsidRPr="00EE115A">
              <w:t>100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r w:rsidRPr="00EE115A">
              <w:t>100</w:t>
            </w:r>
          </w:p>
        </w:tc>
        <w:tc>
          <w:tcPr>
            <w:tcW w:w="5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r w:rsidRPr="00EE115A">
              <w:t>100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r w:rsidRPr="00EE115A">
              <w:t>100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r w:rsidRPr="00EE115A">
              <w:t>100</w:t>
            </w:r>
          </w:p>
        </w:tc>
      </w:tr>
    </w:tbl>
    <w:p w:rsidR="00326ED7" w:rsidRDefault="00326ED7" w:rsidP="00F24283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Default="00326ED7" w:rsidP="00E94D01">
      <w:pPr>
        <w:rPr>
          <w:sz w:val="28"/>
          <w:szCs w:val="28"/>
        </w:rPr>
      </w:pPr>
    </w:p>
    <w:p w:rsidR="00326ED7" w:rsidRPr="00EE115A" w:rsidRDefault="00326ED7" w:rsidP="00EE115A">
      <w:pPr>
        <w:rPr>
          <w:sz w:val="28"/>
          <w:szCs w:val="28"/>
        </w:rPr>
      </w:pPr>
    </w:p>
    <w:p w:rsidR="00326ED7" w:rsidRDefault="00326ED7" w:rsidP="00EE115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E115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835"/>
      <w:bookmarkEnd w:id="1"/>
      <w:r w:rsidRPr="00EE115A">
        <w:rPr>
          <w:sz w:val="28"/>
          <w:szCs w:val="28"/>
        </w:rPr>
        <w:t>РЕСУРСНОЕ ОБЕСПЕЧЕНИЕ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>РЕАЛИЗАЦИИ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E115A">
        <w:rPr>
          <w:sz w:val="28"/>
          <w:szCs w:val="28"/>
        </w:rPr>
        <w:t>(тыс. руб.)</w:t>
      </w:r>
    </w:p>
    <w:tbl>
      <w:tblPr>
        <w:tblW w:w="4937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878"/>
        <w:gridCol w:w="1475"/>
        <w:gridCol w:w="6"/>
        <w:gridCol w:w="1486"/>
        <w:gridCol w:w="1481"/>
        <w:gridCol w:w="14"/>
        <w:gridCol w:w="1465"/>
      </w:tblGrid>
      <w:tr w:rsidR="00326ED7" w:rsidRPr="00EE115A" w:rsidTr="00736EAE">
        <w:trPr>
          <w:tblCellSpacing w:w="5" w:type="nil"/>
        </w:trPr>
        <w:tc>
          <w:tcPr>
            <w:tcW w:w="19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Источники финансирования муниципальной программы</w:t>
            </w:r>
          </w:p>
        </w:tc>
        <w:tc>
          <w:tcPr>
            <w:tcW w:w="7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Всего</w:t>
            </w:r>
          </w:p>
        </w:tc>
        <w:tc>
          <w:tcPr>
            <w:tcW w:w="22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по годам реализации муниципальной программы</w:t>
            </w:r>
          </w:p>
        </w:tc>
      </w:tr>
      <w:tr w:rsidR="00326ED7" w:rsidRPr="00EE115A" w:rsidTr="00736EAE">
        <w:trPr>
          <w:tblCellSpacing w:w="5" w:type="nil"/>
        </w:trPr>
        <w:tc>
          <w:tcPr>
            <w:tcW w:w="19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577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  <w:r w:rsidRPr="00EE115A">
              <w:rPr>
                <w:sz w:val="28"/>
                <w:szCs w:val="28"/>
              </w:rPr>
              <w:t>год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577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EE115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577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EE115A">
              <w:rPr>
                <w:sz w:val="28"/>
                <w:szCs w:val="28"/>
              </w:rPr>
              <w:t xml:space="preserve"> год</w:t>
            </w:r>
          </w:p>
        </w:tc>
      </w:tr>
      <w:tr w:rsidR="00326ED7" w:rsidRPr="00EE115A" w:rsidTr="0054060F">
        <w:trPr>
          <w:trHeight w:val="1137"/>
          <w:tblCellSpacing w:w="5" w:type="nil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5770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Муниципальная программа «Реализация функций органов местного самоуправления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 на 2025-2027 годы»</w:t>
            </w:r>
          </w:p>
        </w:tc>
      </w:tr>
      <w:tr w:rsidR="00326ED7" w:rsidRPr="00E05167" w:rsidTr="00736EAE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Бюджет МО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FF1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2720,39138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1754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1123,80832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978,24153</w:t>
            </w:r>
          </w:p>
        </w:tc>
        <w:tc>
          <w:tcPr>
            <w:tcW w:w="7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970,34153</w:t>
            </w:r>
          </w:p>
        </w:tc>
      </w:tr>
      <w:tr w:rsidR="00326ED7" w:rsidRPr="00EE115A" w:rsidTr="00736EAE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509,80000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157,80000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jc w:val="center"/>
            </w:pPr>
            <w:r>
              <w:rPr>
                <w:sz w:val="28"/>
                <w:szCs w:val="28"/>
              </w:rPr>
              <w:t>172,90000</w:t>
            </w:r>
          </w:p>
        </w:tc>
        <w:tc>
          <w:tcPr>
            <w:tcW w:w="7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jc w:val="center"/>
            </w:pPr>
            <w:r>
              <w:rPr>
                <w:sz w:val="28"/>
                <w:szCs w:val="28"/>
              </w:rPr>
              <w:t>179,10000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FF15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 xml:space="preserve">Подпрограмма «Обеспечение эффективной финансово-хозяйственной деятельности администрации </w:t>
            </w:r>
            <w:r>
              <w:rPr>
                <w:sz w:val="28"/>
                <w:szCs w:val="28"/>
              </w:rPr>
              <w:t>МО</w:t>
            </w:r>
            <w:r w:rsidRPr="00EE1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области» на 2025-2027 годы</w:t>
            </w:r>
            <w:r w:rsidRPr="00EE115A">
              <w:rPr>
                <w:sz w:val="28"/>
                <w:szCs w:val="28"/>
              </w:rPr>
              <w:t>»</w:t>
            </w:r>
          </w:p>
        </w:tc>
      </w:tr>
      <w:tr w:rsidR="00326ED7" w:rsidRPr="00EE115A" w:rsidTr="00736EAE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Бюджет МО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D157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2682,89138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D157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1086,30832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D15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805,34153</w:t>
            </w:r>
          </w:p>
        </w:tc>
        <w:tc>
          <w:tcPr>
            <w:tcW w:w="7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D15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791,24153</w:t>
            </w:r>
          </w:p>
        </w:tc>
      </w:tr>
      <w:tr w:rsidR="00326ED7" w:rsidRPr="00EE115A" w:rsidTr="00EE115A">
        <w:trPr>
          <w:tblCellSpacing w:w="5" w:type="nil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FF156F">
            <w:pPr>
              <w:jc w:val="both"/>
              <w:rPr>
                <w:sz w:val="28"/>
                <w:szCs w:val="28"/>
              </w:rPr>
            </w:pPr>
            <w:r w:rsidRPr="00FF156F">
              <w:rPr>
                <w:sz w:val="28"/>
                <w:szCs w:val="28"/>
              </w:rPr>
              <w:t>Подпрограмма «Организация мобилизационной подготовки, системы воинского учета и брониров</w:t>
            </w:r>
            <w:r>
              <w:rPr>
                <w:sz w:val="28"/>
                <w:szCs w:val="28"/>
              </w:rPr>
              <w:t>ания в МО</w:t>
            </w:r>
            <w:r w:rsidRPr="00FF156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области» на 2025-2027</w:t>
            </w:r>
            <w:r w:rsidRPr="00FF156F">
              <w:rPr>
                <w:sz w:val="28"/>
                <w:szCs w:val="28"/>
              </w:rPr>
              <w:t xml:space="preserve"> годы»</w:t>
            </w:r>
          </w:p>
        </w:tc>
      </w:tr>
      <w:tr w:rsidR="00326ED7" w:rsidRPr="00EE115A" w:rsidTr="00736EAE">
        <w:trPr>
          <w:tblCellSpacing w:w="5" w:type="nil"/>
        </w:trPr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EE1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157B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509,80000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157B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157,80000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157B26">
            <w:pPr>
              <w:jc w:val="center"/>
            </w:pPr>
            <w:r>
              <w:rPr>
                <w:sz w:val="28"/>
                <w:szCs w:val="28"/>
              </w:rPr>
              <w:t>172,90000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157B26">
            <w:pPr>
              <w:jc w:val="center"/>
            </w:pPr>
            <w:r>
              <w:rPr>
                <w:sz w:val="28"/>
                <w:szCs w:val="28"/>
              </w:rPr>
              <w:t>179,10000</w:t>
            </w:r>
          </w:p>
        </w:tc>
      </w:tr>
      <w:tr w:rsidR="00326ED7" w:rsidRPr="00FF156F" w:rsidTr="006806CC">
        <w:trPr>
          <w:tblCellSpacing w:w="5" w:type="nil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EE115A">
              <w:rPr>
                <w:sz w:val="28"/>
                <w:szCs w:val="28"/>
                <w:lang w:eastAsia="en-US"/>
              </w:rPr>
              <w:t xml:space="preserve">Повышение качества предоставления муниципальных социальных </w:t>
            </w:r>
            <w:r>
              <w:rPr>
                <w:sz w:val="28"/>
                <w:szCs w:val="28"/>
                <w:lang w:eastAsia="en-US"/>
              </w:rPr>
              <w:t>выплат и пособий населению на 2025-2027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годы»</w:t>
            </w:r>
          </w:p>
        </w:tc>
      </w:tr>
      <w:tr w:rsidR="00326ED7" w:rsidRPr="004769B9" w:rsidTr="006806CC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Бюджет МО «</w:t>
            </w:r>
            <w:r>
              <w:rPr>
                <w:sz w:val="28"/>
                <w:szCs w:val="28"/>
              </w:rPr>
              <w:t>Сельское поселение село Пироговка Ахтубинского муниципального района Астраханской области</w:t>
            </w:r>
            <w:r w:rsidRPr="00EE115A">
              <w:rPr>
                <w:sz w:val="28"/>
                <w:szCs w:val="28"/>
              </w:rPr>
              <w:t>»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6806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37,50000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4769B9" w:rsidRDefault="00326ED7" w:rsidP="006806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37,50000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6806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4769B9" w:rsidRDefault="00326ED7" w:rsidP="006806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326ED7" w:rsidRPr="00FF156F" w:rsidTr="006806CC">
        <w:trPr>
          <w:tblCellSpacing w:w="5" w:type="nil"/>
        </w:trPr>
        <w:tc>
          <w:tcPr>
            <w:tcW w:w="1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26ED7" w:rsidRPr="00EE115A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15A">
              <w:rPr>
                <w:sz w:val="28"/>
                <w:szCs w:val="28"/>
              </w:rPr>
              <w:t>Итого: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6806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326ED7" w:rsidRPr="00FF156F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3230,19138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6806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326ED7" w:rsidRPr="00FF156F" w:rsidRDefault="00326ED7" w:rsidP="006806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1281,60832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6806CC">
            <w:pPr>
              <w:jc w:val="center"/>
              <w:rPr>
                <w:sz w:val="28"/>
                <w:szCs w:val="28"/>
              </w:rPr>
            </w:pPr>
          </w:p>
          <w:p w:rsidR="00326ED7" w:rsidRPr="00FF156F" w:rsidRDefault="00326ED7" w:rsidP="00680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978,24153</w:t>
            </w:r>
          </w:p>
        </w:tc>
        <w:tc>
          <w:tcPr>
            <w:tcW w:w="7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6806CC">
            <w:pPr>
              <w:jc w:val="center"/>
              <w:rPr>
                <w:sz w:val="28"/>
                <w:szCs w:val="28"/>
              </w:rPr>
            </w:pPr>
          </w:p>
          <w:p w:rsidR="00326ED7" w:rsidRPr="00FF156F" w:rsidRDefault="00326ED7" w:rsidP="00680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970,34153</w:t>
            </w:r>
          </w:p>
        </w:tc>
      </w:tr>
    </w:tbl>
    <w:p w:rsidR="00326ED7" w:rsidRDefault="00326ED7" w:rsidP="00F2428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E115A">
        <w:rPr>
          <w:sz w:val="28"/>
          <w:szCs w:val="28"/>
        </w:rPr>
        <w:t xml:space="preserve">к муниципальной программе 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976"/>
      <w:bookmarkEnd w:id="2"/>
      <w:r w:rsidRPr="00EE115A">
        <w:rPr>
          <w:sz w:val="28"/>
          <w:szCs w:val="28"/>
        </w:rPr>
        <w:t>ПОКАЗАТЕЛИ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>РЕЗУЛЬТАТИВНОСТИ И ЭФФЕКТИВНОСТИ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>РЕАЛИЗАЦИИ МУНИЦИПАЛЬНОЙ ПРОГРАММЫ</w:t>
      </w:r>
    </w:p>
    <w:p w:rsidR="00326ED7" w:rsidRPr="00EE115A" w:rsidRDefault="00326ED7" w:rsidP="00EE11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E115A">
        <w:rPr>
          <w:sz w:val="28"/>
          <w:szCs w:val="28"/>
        </w:rPr>
        <w:t xml:space="preserve">                                                                (тыс.руб.)</w:t>
      </w: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475"/>
        <w:gridCol w:w="2105"/>
        <w:gridCol w:w="40"/>
        <w:gridCol w:w="1039"/>
        <w:gridCol w:w="365"/>
        <w:gridCol w:w="14"/>
        <w:gridCol w:w="1061"/>
        <w:gridCol w:w="73"/>
        <w:gridCol w:w="77"/>
        <w:gridCol w:w="842"/>
        <w:gridCol w:w="77"/>
        <w:gridCol w:w="844"/>
        <w:gridCol w:w="46"/>
        <w:gridCol w:w="872"/>
      </w:tblGrid>
      <w:tr w:rsidR="00326ED7" w:rsidRPr="006B64C9" w:rsidTr="00162C7A">
        <w:trPr>
          <w:tblCellSpacing w:w="5" w:type="nil"/>
        </w:trPr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Наименование целей и задач</w:t>
            </w:r>
          </w:p>
        </w:tc>
        <w:tc>
          <w:tcPr>
            <w:tcW w:w="10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7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5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всего)</w:t>
            </w:r>
          </w:p>
        </w:tc>
        <w:tc>
          <w:tcPr>
            <w:tcW w:w="13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Прогнозные значения показателей</w:t>
            </w:r>
          </w:p>
        </w:tc>
      </w:tr>
      <w:tr w:rsidR="00326ED7" w:rsidRPr="006B64C9" w:rsidTr="00162C7A">
        <w:trPr>
          <w:tblCellSpacing w:w="5" w:type="nil"/>
        </w:trPr>
        <w:tc>
          <w:tcPr>
            <w:tcW w:w="1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651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6B64C9">
              <w:rPr>
                <w:sz w:val="28"/>
                <w:szCs w:val="28"/>
              </w:rPr>
              <w:t>г.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651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6B64C9">
              <w:rPr>
                <w:sz w:val="28"/>
                <w:szCs w:val="28"/>
              </w:rPr>
              <w:t>г.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7" w:rsidRPr="006B64C9" w:rsidRDefault="00326ED7" w:rsidP="00651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6B64C9">
              <w:rPr>
                <w:sz w:val="28"/>
                <w:szCs w:val="28"/>
              </w:rPr>
              <w:t>г.</w:t>
            </w:r>
          </w:p>
        </w:tc>
      </w:tr>
      <w:tr w:rsidR="00326ED7" w:rsidRPr="006B64C9" w:rsidTr="00EF7A0B">
        <w:trPr>
          <w:tblCellSpacing w:w="5" w:type="nil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FF1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Муниципальная программа   «Реализация функций органов местного самоуправления  </w:t>
            </w:r>
            <w:r>
              <w:rPr>
                <w:sz w:val="28"/>
                <w:szCs w:val="28"/>
              </w:rPr>
              <w:t>МО «Сельское поселение село Пироговка Ахтубинского муниципального района Астраханской области» на 2025-2027 годы</w:t>
            </w:r>
            <w:r w:rsidRPr="006B64C9">
              <w:rPr>
                <w:sz w:val="28"/>
                <w:szCs w:val="28"/>
              </w:rPr>
              <w:t>».</w:t>
            </w:r>
          </w:p>
        </w:tc>
      </w:tr>
      <w:tr w:rsidR="00326ED7" w:rsidRPr="006B64C9" w:rsidTr="00162C7A">
        <w:trPr>
          <w:tblCellSpacing w:w="5" w:type="nil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9F72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Цель: Финансирование затрат на содержание</w:t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объем финансирования 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тыс.руб.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6152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3230,19138</w:t>
            </w:r>
          </w:p>
        </w:tc>
        <w:tc>
          <w:tcPr>
            <w:tcW w:w="5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6152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1281,60832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978,24153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6152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970,34153</w:t>
            </w:r>
          </w:p>
        </w:tc>
      </w:tr>
      <w:tr w:rsidR="00326ED7" w:rsidRPr="006B64C9" w:rsidTr="00162C7A">
        <w:trPr>
          <w:tblCellSpacing w:w="5" w:type="nil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9F72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Задача: Финансирование затрат на содержание</w:t>
            </w:r>
            <w:r w:rsidRPr="006B64C9">
              <w:rPr>
                <w:sz w:val="28"/>
                <w:szCs w:val="28"/>
              </w:rPr>
              <w:tab/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%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100</w:t>
            </w:r>
          </w:p>
        </w:tc>
        <w:tc>
          <w:tcPr>
            <w:tcW w:w="5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100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100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100</w:t>
            </w:r>
          </w:p>
        </w:tc>
      </w:tr>
      <w:tr w:rsidR="00326ED7" w:rsidRPr="006B64C9" w:rsidTr="00162C7A">
        <w:trPr>
          <w:tblCellSpacing w:w="5" w:type="nil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Основное мероприятие: своевременная оплата полученных  услуг, выдача заработной платы, своевременное перечисление  муниципальных доплат к пенсии. </w:t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%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100</w:t>
            </w:r>
          </w:p>
        </w:tc>
        <w:tc>
          <w:tcPr>
            <w:tcW w:w="5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100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100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E11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100</w:t>
            </w:r>
          </w:p>
        </w:tc>
      </w:tr>
      <w:tr w:rsidR="00326ED7" w:rsidRPr="006B64C9" w:rsidTr="00EF7A0B">
        <w:trPr>
          <w:tblCellSpacing w:w="5" w:type="nil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FF15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Подпрограмма «Обеспечение эффективной финансово-хозяйственной деятельности администрации МО</w:t>
            </w:r>
            <w:r>
              <w:rPr>
                <w:sz w:val="28"/>
                <w:szCs w:val="28"/>
              </w:rPr>
              <w:t xml:space="preserve"> «Сельское поселение село Пироговка Ахтубинского муниципального района Астраханской области» на 2025-2027 годы</w:t>
            </w:r>
            <w:r w:rsidRPr="006B64C9">
              <w:rPr>
                <w:sz w:val="28"/>
                <w:szCs w:val="28"/>
              </w:rPr>
              <w:t>»</w:t>
            </w:r>
          </w:p>
        </w:tc>
      </w:tr>
      <w:tr w:rsidR="00326ED7" w:rsidRPr="006B64C9" w:rsidTr="00162C7A">
        <w:trPr>
          <w:tblCellSpacing w:w="5" w:type="nil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D63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Цель: реализация полномочий, возложенных на муниципальное образование, в полном объеме.</w:t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D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D63FC">
            <w:pPr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тыс.руб.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BC46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2682,89138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BC46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1086,30832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BC46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805,34153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BC46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791,24153</w:t>
            </w:r>
          </w:p>
        </w:tc>
      </w:tr>
      <w:tr w:rsidR="00326ED7" w:rsidRPr="006B64C9" w:rsidTr="00162C7A">
        <w:trPr>
          <w:tblCellSpacing w:w="5" w:type="nil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Default="00326ED7" w:rsidP="00ED63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26ED7" w:rsidRPr="006B64C9" w:rsidRDefault="00326ED7" w:rsidP="00ED63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Задача: создание системы мер по организационному, финансовому, информационному обеспечению деятельности должностных лиц </w:t>
            </w:r>
            <w:r>
              <w:rPr>
                <w:sz w:val="28"/>
                <w:szCs w:val="28"/>
              </w:rPr>
              <w:t>МО</w:t>
            </w:r>
            <w:r w:rsidRPr="006B64C9">
              <w:rPr>
                <w:sz w:val="28"/>
                <w:szCs w:val="28"/>
              </w:rPr>
              <w:t>.</w:t>
            </w:r>
          </w:p>
          <w:p w:rsidR="00326ED7" w:rsidRPr="006B64C9" w:rsidRDefault="00326ED7" w:rsidP="00ED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Default="00326ED7" w:rsidP="00ED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6ED7" w:rsidRPr="006B64C9" w:rsidRDefault="00326ED7" w:rsidP="00ED63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D63FC">
            <w:pPr>
              <w:rPr>
                <w:sz w:val="16"/>
                <w:szCs w:val="16"/>
              </w:rPr>
            </w:pPr>
          </w:p>
          <w:p w:rsidR="00326ED7" w:rsidRDefault="00326ED7" w:rsidP="00ED63FC">
            <w:pPr>
              <w:rPr>
                <w:sz w:val="16"/>
                <w:szCs w:val="16"/>
              </w:rPr>
            </w:pPr>
          </w:p>
          <w:p w:rsidR="00326ED7" w:rsidRPr="00E34B5D" w:rsidRDefault="00326ED7" w:rsidP="00ED63FC">
            <w:pPr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тыс.руб.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9509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2682,89138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9509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1086,30832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9509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805,34153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9509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791,24153</w:t>
            </w:r>
          </w:p>
        </w:tc>
      </w:tr>
      <w:tr w:rsidR="00326ED7" w:rsidRPr="006B64C9" w:rsidTr="00EF7A0B">
        <w:trPr>
          <w:tblCellSpacing w:w="5" w:type="nil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B32B53">
            <w:pPr>
              <w:jc w:val="both"/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Подпрограмма «Организация мобилизационной подготовки, системы воинского учета и брониров</w:t>
            </w:r>
            <w:r>
              <w:rPr>
                <w:sz w:val="28"/>
                <w:szCs w:val="28"/>
              </w:rPr>
              <w:t>ания в МО</w:t>
            </w:r>
            <w:r w:rsidRPr="006B6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«Сельское поселение село Пироговка Ахтубинского муниципального района Астраханской области» на 2025-2027</w:t>
            </w:r>
            <w:r w:rsidRPr="006B64C9">
              <w:rPr>
                <w:sz w:val="28"/>
                <w:szCs w:val="28"/>
              </w:rPr>
              <w:t xml:space="preserve"> годы» </w:t>
            </w:r>
          </w:p>
        </w:tc>
      </w:tr>
      <w:tr w:rsidR="00326ED7" w:rsidRPr="006B64C9" w:rsidTr="00162C7A">
        <w:trPr>
          <w:tblCellSpacing w:w="5" w:type="nil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Цель: реализация полномочий, возложенных на муниципальное образование, в полном объеме.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D63FC">
            <w:pPr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тыс.руб.</w:t>
            </w:r>
          </w:p>
        </w:tc>
        <w:tc>
          <w:tcPr>
            <w:tcW w:w="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2013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509,8</w:t>
            </w:r>
            <w:r w:rsidRPr="00E34B5D">
              <w:rPr>
                <w:sz w:val="16"/>
                <w:szCs w:val="16"/>
              </w:rPr>
              <w:t>0000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D63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</w:t>
            </w:r>
            <w:r w:rsidRPr="00E34B5D">
              <w:rPr>
                <w:sz w:val="16"/>
                <w:szCs w:val="16"/>
              </w:rPr>
              <w:t>0000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172,9</w:t>
            </w:r>
            <w:r w:rsidRPr="00E34B5D">
              <w:rPr>
                <w:sz w:val="16"/>
                <w:szCs w:val="16"/>
              </w:rPr>
              <w:t>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179,1</w:t>
            </w:r>
            <w:r w:rsidRPr="00E34B5D">
              <w:rPr>
                <w:sz w:val="16"/>
                <w:szCs w:val="16"/>
              </w:rPr>
              <w:t>0000</w:t>
            </w:r>
          </w:p>
        </w:tc>
      </w:tr>
      <w:tr w:rsidR="00326ED7" w:rsidRPr="006B64C9" w:rsidTr="00162C7A">
        <w:trPr>
          <w:tblCellSpacing w:w="5" w:type="nil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Задача: создание системы мер по организационному, финансовому, информационному обеспечению деятельности должностных лиц </w:t>
            </w:r>
            <w:r>
              <w:rPr>
                <w:sz w:val="28"/>
                <w:szCs w:val="28"/>
              </w:rPr>
              <w:t>МО</w:t>
            </w:r>
            <w:r w:rsidRPr="006B64C9">
              <w:rPr>
                <w:sz w:val="28"/>
                <w:szCs w:val="28"/>
              </w:rPr>
              <w:t>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ED63F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ED63FC">
            <w:pPr>
              <w:rPr>
                <w:sz w:val="16"/>
                <w:szCs w:val="16"/>
              </w:rPr>
            </w:pPr>
            <w:r w:rsidRPr="00E34B5D">
              <w:rPr>
                <w:sz w:val="16"/>
                <w:szCs w:val="16"/>
              </w:rPr>
              <w:t>тыс.руб.</w:t>
            </w:r>
          </w:p>
        </w:tc>
        <w:tc>
          <w:tcPr>
            <w:tcW w:w="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B25B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509,8</w:t>
            </w:r>
            <w:r w:rsidRPr="00E34B5D">
              <w:rPr>
                <w:sz w:val="16"/>
                <w:szCs w:val="16"/>
              </w:rPr>
              <w:t>0000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B25B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157,8</w:t>
            </w:r>
            <w:r w:rsidRPr="00E34B5D">
              <w:rPr>
                <w:sz w:val="16"/>
                <w:szCs w:val="16"/>
              </w:rPr>
              <w:t>0000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B25B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172,9</w:t>
            </w:r>
            <w:r w:rsidRPr="00E34B5D">
              <w:rPr>
                <w:sz w:val="16"/>
                <w:szCs w:val="16"/>
              </w:rPr>
              <w:t>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E34B5D" w:rsidRDefault="00326ED7" w:rsidP="00B25B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179,1</w:t>
            </w:r>
            <w:r w:rsidRPr="00E34B5D">
              <w:rPr>
                <w:sz w:val="16"/>
                <w:szCs w:val="16"/>
              </w:rPr>
              <w:t>0000</w:t>
            </w:r>
          </w:p>
        </w:tc>
      </w:tr>
      <w:tr w:rsidR="00326ED7" w:rsidRPr="006B64C9" w:rsidTr="006806CC">
        <w:trPr>
          <w:tblCellSpacing w:w="5" w:type="nil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F156F" w:rsidRDefault="00326ED7" w:rsidP="006806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EE115A">
              <w:rPr>
                <w:sz w:val="28"/>
                <w:szCs w:val="28"/>
                <w:lang w:eastAsia="en-US"/>
              </w:rPr>
              <w:t xml:space="preserve">Повышение качества предоставления муниципальных социальных </w:t>
            </w:r>
            <w:r>
              <w:rPr>
                <w:sz w:val="28"/>
                <w:szCs w:val="28"/>
                <w:lang w:eastAsia="en-US"/>
              </w:rPr>
              <w:t>выплат и пособий населению на 2025-2027</w:t>
            </w:r>
            <w:r w:rsidRPr="00EE115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годы»</w:t>
            </w:r>
          </w:p>
        </w:tc>
      </w:tr>
      <w:tr w:rsidR="00326ED7" w:rsidTr="00162C7A">
        <w:trPr>
          <w:tblCellSpacing w:w="5" w:type="nil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6806C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Цель: реализация полномочий, возложенных на муниципальное образование, в полном объеме.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6806C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6806CC">
            <w:pPr>
              <w:rPr>
                <w:sz w:val="16"/>
                <w:szCs w:val="16"/>
              </w:rPr>
            </w:pPr>
            <w:r w:rsidRPr="00F24283">
              <w:rPr>
                <w:sz w:val="16"/>
                <w:szCs w:val="16"/>
              </w:rPr>
              <w:t>тыс.руб.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6806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37,50000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6806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37,50000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6806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6806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</w:tr>
      <w:tr w:rsidR="00326ED7" w:rsidTr="00162C7A">
        <w:trPr>
          <w:tblCellSpacing w:w="5" w:type="nil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6806C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 xml:space="preserve">Задача: создание системы мер по организационному, финансовому, информационному обеспечению деятельности должностных лиц </w:t>
            </w:r>
            <w:r>
              <w:rPr>
                <w:sz w:val="28"/>
                <w:szCs w:val="28"/>
              </w:rPr>
              <w:t>МО</w:t>
            </w:r>
            <w:r w:rsidRPr="006B64C9">
              <w:rPr>
                <w:sz w:val="28"/>
                <w:szCs w:val="28"/>
              </w:rPr>
              <w:t>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6B64C9" w:rsidRDefault="00326ED7" w:rsidP="006806CC">
            <w:pPr>
              <w:rPr>
                <w:sz w:val="28"/>
                <w:szCs w:val="28"/>
              </w:rPr>
            </w:pPr>
            <w:r w:rsidRPr="006B64C9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6806CC">
            <w:pPr>
              <w:rPr>
                <w:sz w:val="16"/>
                <w:szCs w:val="16"/>
              </w:rPr>
            </w:pPr>
            <w:r w:rsidRPr="00F24283">
              <w:rPr>
                <w:sz w:val="16"/>
                <w:szCs w:val="16"/>
              </w:rPr>
              <w:t>тыс.руб.</w:t>
            </w:r>
          </w:p>
        </w:tc>
        <w:tc>
          <w:tcPr>
            <w:tcW w:w="6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B25B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37,50000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B25B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37,50000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B25B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7" w:rsidRPr="00F24283" w:rsidRDefault="00326ED7" w:rsidP="00B25B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0,00000</w:t>
            </w:r>
          </w:p>
        </w:tc>
      </w:tr>
    </w:tbl>
    <w:p w:rsidR="00326ED7" w:rsidRPr="006B64C9" w:rsidRDefault="00326ED7" w:rsidP="00F24283">
      <w:pPr>
        <w:rPr>
          <w:sz w:val="28"/>
          <w:szCs w:val="28"/>
        </w:rPr>
      </w:pPr>
    </w:p>
    <w:p w:rsidR="00326ED7" w:rsidRDefault="00326ED7" w:rsidP="00ED63FC">
      <w:pPr>
        <w:rPr>
          <w:sz w:val="28"/>
          <w:szCs w:val="28"/>
        </w:rPr>
      </w:pPr>
    </w:p>
    <w:p w:rsidR="00326ED7" w:rsidRPr="006B64C9" w:rsidRDefault="00326ED7" w:rsidP="00ED63FC">
      <w:pPr>
        <w:rPr>
          <w:sz w:val="28"/>
          <w:szCs w:val="28"/>
        </w:rPr>
      </w:pPr>
    </w:p>
    <w:sectPr w:rsidR="00326ED7" w:rsidRPr="006B64C9" w:rsidSect="00103B9F">
      <w:headerReference w:type="default" r:id="rId7"/>
      <w:footerReference w:type="even" r:id="rId8"/>
      <w:footerReference w:type="default" r:id="rId9"/>
      <w:pgSz w:w="11906" w:h="16838"/>
      <w:pgMar w:top="709" w:right="850" w:bottom="567" w:left="1276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ED7" w:rsidRDefault="00326ED7" w:rsidP="0042441F">
      <w:r>
        <w:separator/>
      </w:r>
    </w:p>
  </w:endnote>
  <w:endnote w:type="continuationSeparator" w:id="0">
    <w:p w:rsidR="00326ED7" w:rsidRDefault="00326ED7" w:rsidP="00424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ED7" w:rsidRDefault="00326ED7" w:rsidP="00EE11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6ED7" w:rsidRDefault="00326E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ED7" w:rsidRDefault="00326ED7">
    <w:pPr>
      <w:pStyle w:val="Footer"/>
    </w:pPr>
  </w:p>
  <w:p w:rsidR="00326ED7" w:rsidRDefault="00326E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ED7" w:rsidRDefault="00326ED7" w:rsidP="0042441F">
      <w:r>
        <w:separator/>
      </w:r>
    </w:p>
  </w:footnote>
  <w:footnote w:type="continuationSeparator" w:id="0">
    <w:p w:rsidR="00326ED7" w:rsidRDefault="00326ED7" w:rsidP="00424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ED7" w:rsidRDefault="00326ED7" w:rsidP="00EE115A">
    <w:pPr>
      <w:pStyle w:val="Header"/>
      <w:tabs>
        <w:tab w:val="clear" w:pos="4677"/>
        <w:tab w:val="clear" w:pos="9355"/>
        <w:tab w:val="left" w:pos="3204"/>
        <w:tab w:val="left" w:pos="3696"/>
        <w:tab w:val="left" w:pos="3948"/>
      </w:tabs>
      <w:rPr>
        <w:lang w:val="en-US"/>
      </w:rPr>
    </w:pPr>
    <w:r>
      <w:tab/>
    </w:r>
  </w:p>
  <w:p w:rsidR="00326ED7" w:rsidRDefault="00326ED7" w:rsidP="00EE115A">
    <w:pPr>
      <w:pStyle w:val="Header"/>
      <w:tabs>
        <w:tab w:val="clear" w:pos="4677"/>
        <w:tab w:val="clear" w:pos="9355"/>
        <w:tab w:val="left" w:pos="3204"/>
        <w:tab w:val="left" w:pos="3696"/>
        <w:tab w:val="left" w:pos="3948"/>
      </w:tabs>
      <w:jc w:val="center"/>
      <w:rPr>
        <w:lang w:val="en-US"/>
      </w:rPr>
    </w:pPr>
  </w:p>
  <w:p w:rsidR="00326ED7" w:rsidRPr="00282826" w:rsidRDefault="00326ED7" w:rsidP="00EE115A">
    <w:pPr>
      <w:pStyle w:val="Header"/>
      <w:tabs>
        <w:tab w:val="clear" w:pos="4677"/>
        <w:tab w:val="clear" w:pos="9355"/>
        <w:tab w:val="left" w:pos="1275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549"/>
    <w:multiLevelType w:val="hybridMultilevel"/>
    <w:tmpl w:val="B8AC2B02"/>
    <w:lvl w:ilvl="0" w:tplc="9062A41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6D3BA9"/>
    <w:multiLevelType w:val="hybridMultilevel"/>
    <w:tmpl w:val="935E1B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8B3AE0"/>
    <w:multiLevelType w:val="hybridMultilevel"/>
    <w:tmpl w:val="73DE9B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BF47EC"/>
    <w:multiLevelType w:val="hybridMultilevel"/>
    <w:tmpl w:val="BD142946"/>
    <w:lvl w:ilvl="0" w:tplc="9062A41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1850EA"/>
    <w:multiLevelType w:val="multilevel"/>
    <w:tmpl w:val="1B9CB3D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5">
    <w:nsid w:val="51921468"/>
    <w:multiLevelType w:val="hybridMultilevel"/>
    <w:tmpl w:val="08A89634"/>
    <w:lvl w:ilvl="0" w:tplc="9062A41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38414C"/>
    <w:multiLevelType w:val="hybridMultilevel"/>
    <w:tmpl w:val="A112CA50"/>
    <w:lvl w:ilvl="0" w:tplc="DCD0947A">
      <w:start w:val="202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D23C5C"/>
    <w:multiLevelType w:val="hybridMultilevel"/>
    <w:tmpl w:val="764CC52A"/>
    <w:lvl w:ilvl="0" w:tplc="8CFAD956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FF7953"/>
    <w:multiLevelType w:val="hybridMultilevel"/>
    <w:tmpl w:val="5F56BA10"/>
    <w:lvl w:ilvl="0" w:tplc="9062A41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8D3"/>
    <w:rsid w:val="00012B51"/>
    <w:rsid w:val="00025014"/>
    <w:rsid w:val="00035821"/>
    <w:rsid w:val="0003691D"/>
    <w:rsid w:val="00041059"/>
    <w:rsid w:val="000472FA"/>
    <w:rsid w:val="00055159"/>
    <w:rsid w:val="000631D8"/>
    <w:rsid w:val="00090C06"/>
    <w:rsid w:val="000910B2"/>
    <w:rsid w:val="000B28DD"/>
    <w:rsid w:val="000B47D5"/>
    <w:rsid w:val="000C05FD"/>
    <w:rsid w:val="000C38E7"/>
    <w:rsid w:val="000E23F6"/>
    <w:rsid w:val="000E5148"/>
    <w:rsid w:val="00103B9F"/>
    <w:rsid w:val="00107469"/>
    <w:rsid w:val="00116F7E"/>
    <w:rsid w:val="00136B88"/>
    <w:rsid w:val="00142873"/>
    <w:rsid w:val="00143D3F"/>
    <w:rsid w:val="00153F7B"/>
    <w:rsid w:val="001557F2"/>
    <w:rsid w:val="00157B26"/>
    <w:rsid w:val="00160E5D"/>
    <w:rsid w:val="00162C7A"/>
    <w:rsid w:val="001668D2"/>
    <w:rsid w:val="00172EF1"/>
    <w:rsid w:val="001754BB"/>
    <w:rsid w:val="001807A9"/>
    <w:rsid w:val="001873DA"/>
    <w:rsid w:val="00191C61"/>
    <w:rsid w:val="001926EA"/>
    <w:rsid w:val="00192A9F"/>
    <w:rsid w:val="00195AD7"/>
    <w:rsid w:val="001A710D"/>
    <w:rsid w:val="001B66D6"/>
    <w:rsid w:val="001D704D"/>
    <w:rsid w:val="001E06CB"/>
    <w:rsid w:val="00200ECA"/>
    <w:rsid w:val="002013D0"/>
    <w:rsid w:val="0021073A"/>
    <w:rsid w:val="0022307C"/>
    <w:rsid w:val="002254FB"/>
    <w:rsid w:val="00234F15"/>
    <w:rsid w:val="00262465"/>
    <w:rsid w:val="00262DB5"/>
    <w:rsid w:val="002638DB"/>
    <w:rsid w:val="00266A73"/>
    <w:rsid w:val="0026702C"/>
    <w:rsid w:val="002738EB"/>
    <w:rsid w:val="00282826"/>
    <w:rsid w:val="00283CD1"/>
    <w:rsid w:val="002A2841"/>
    <w:rsid w:val="002A5634"/>
    <w:rsid w:val="002E33C3"/>
    <w:rsid w:val="0030233E"/>
    <w:rsid w:val="00303F5A"/>
    <w:rsid w:val="00305FB8"/>
    <w:rsid w:val="00307D25"/>
    <w:rsid w:val="0031038E"/>
    <w:rsid w:val="00326ED7"/>
    <w:rsid w:val="003429B7"/>
    <w:rsid w:val="00351FBC"/>
    <w:rsid w:val="00355CCD"/>
    <w:rsid w:val="00361586"/>
    <w:rsid w:val="003707BC"/>
    <w:rsid w:val="0037408F"/>
    <w:rsid w:val="0038570B"/>
    <w:rsid w:val="0038740B"/>
    <w:rsid w:val="003B0A66"/>
    <w:rsid w:val="003B578C"/>
    <w:rsid w:val="003D2520"/>
    <w:rsid w:val="003E1E38"/>
    <w:rsid w:val="003E1FB3"/>
    <w:rsid w:val="003E6EE7"/>
    <w:rsid w:val="003F137B"/>
    <w:rsid w:val="003F1E57"/>
    <w:rsid w:val="003F329B"/>
    <w:rsid w:val="00405C16"/>
    <w:rsid w:val="004108AF"/>
    <w:rsid w:val="00411F17"/>
    <w:rsid w:val="00416390"/>
    <w:rsid w:val="00417467"/>
    <w:rsid w:val="0042441F"/>
    <w:rsid w:val="00427E0E"/>
    <w:rsid w:val="00447C8E"/>
    <w:rsid w:val="00453B5C"/>
    <w:rsid w:val="00470595"/>
    <w:rsid w:val="00473560"/>
    <w:rsid w:val="0047368F"/>
    <w:rsid w:val="00475110"/>
    <w:rsid w:val="004768C5"/>
    <w:rsid w:val="004769B9"/>
    <w:rsid w:val="00477241"/>
    <w:rsid w:val="00491404"/>
    <w:rsid w:val="00496B8A"/>
    <w:rsid w:val="004A5030"/>
    <w:rsid w:val="004A690D"/>
    <w:rsid w:val="004B2C6D"/>
    <w:rsid w:val="004C081A"/>
    <w:rsid w:val="004D0D1E"/>
    <w:rsid w:val="004D6352"/>
    <w:rsid w:val="004E0C9C"/>
    <w:rsid w:val="004E3415"/>
    <w:rsid w:val="004F2141"/>
    <w:rsid w:val="00500291"/>
    <w:rsid w:val="0051411D"/>
    <w:rsid w:val="005205D7"/>
    <w:rsid w:val="00525423"/>
    <w:rsid w:val="00534ED5"/>
    <w:rsid w:val="0054060F"/>
    <w:rsid w:val="00551EBA"/>
    <w:rsid w:val="00552974"/>
    <w:rsid w:val="00567948"/>
    <w:rsid w:val="005770FB"/>
    <w:rsid w:val="00590885"/>
    <w:rsid w:val="005932C9"/>
    <w:rsid w:val="00593DE5"/>
    <w:rsid w:val="00595357"/>
    <w:rsid w:val="005B24F2"/>
    <w:rsid w:val="005B3037"/>
    <w:rsid w:val="005C362A"/>
    <w:rsid w:val="005D0A45"/>
    <w:rsid w:val="005E5719"/>
    <w:rsid w:val="00604616"/>
    <w:rsid w:val="006049AE"/>
    <w:rsid w:val="00615237"/>
    <w:rsid w:val="0061662E"/>
    <w:rsid w:val="00624521"/>
    <w:rsid w:val="00642299"/>
    <w:rsid w:val="0064433D"/>
    <w:rsid w:val="006443A4"/>
    <w:rsid w:val="00644492"/>
    <w:rsid w:val="006511DE"/>
    <w:rsid w:val="00657818"/>
    <w:rsid w:val="00662040"/>
    <w:rsid w:val="00663504"/>
    <w:rsid w:val="00673CEC"/>
    <w:rsid w:val="00677697"/>
    <w:rsid w:val="0067779B"/>
    <w:rsid w:val="006806CC"/>
    <w:rsid w:val="006816E1"/>
    <w:rsid w:val="00684320"/>
    <w:rsid w:val="00693BC1"/>
    <w:rsid w:val="006952C9"/>
    <w:rsid w:val="006953A1"/>
    <w:rsid w:val="006A3C8B"/>
    <w:rsid w:val="006B64C9"/>
    <w:rsid w:val="006C17D2"/>
    <w:rsid w:val="006C5F3A"/>
    <w:rsid w:val="006C6C69"/>
    <w:rsid w:val="006D20DB"/>
    <w:rsid w:val="006E26BA"/>
    <w:rsid w:val="006E2EFF"/>
    <w:rsid w:val="006E4F65"/>
    <w:rsid w:val="006F2483"/>
    <w:rsid w:val="00700B84"/>
    <w:rsid w:val="007042B4"/>
    <w:rsid w:val="00713E92"/>
    <w:rsid w:val="00720171"/>
    <w:rsid w:val="007233F9"/>
    <w:rsid w:val="007269F9"/>
    <w:rsid w:val="00736EAE"/>
    <w:rsid w:val="007458D3"/>
    <w:rsid w:val="00791CC6"/>
    <w:rsid w:val="007949C0"/>
    <w:rsid w:val="007A0D0F"/>
    <w:rsid w:val="007A7680"/>
    <w:rsid w:val="007B045F"/>
    <w:rsid w:val="007B5DA6"/>
    <w:rsid w:val="007B67F5"/>
    <w:rsid w:val="007C72B3"/>
    <w:rsid w:val="007F615F"/>
    <w:rsid w:val="008154E2"/>
    <w:rsid w:val="00817194"/>
    <w:rsid w:val="00822D95"/>
    <w:rsid w:val="008244DA"/>
    <w:rsid w:val="00832A3F"/>
    <w:rsid w:val="0085425C"/>
    <w:rsid w:val="008601BA"/>
    <w:rsid w:val="00862090"/>
    <w:rsid w:val="0087051E"/>
    <w:rsid w:val="00877E42"/>
    <w:rsid w:val="008820BD"/>
    <w:rsid w:val="00884380"/>
    <w:rsid w:val="00884700"/>
    <w:rsid w:val="00892084"/>
    <w:rsid w:val="008B5268"/>
    <w:rsid w:val="008B57FB"/>
    <w:rsid w:val="008C2C49"/>
    <w:rsid w:val="008D54EE"/>
    <w:rsid w:val="008E0152"/>
    <w:rsid w:val="008E7D65"/>
    <w:rsid w:val="008F0B48"/>
    <w:rsid w:val="00900804"/>
    <w:rsid w:val="00903B24"/>
    <w:rsid w:val="00906E8F"/>
    <w:rsid w:val="009208AE"/>
    <w:rsid w:val="00934302"/>
    <w:rsid w:val="009374AE"/>
    <w:rsid w:val="00943A8B"/>
    <w:rsid w:val="009468C8"/>
    <w:rsid w:val="009509A5"/>
    <w:rsid w:val="009576A2"/>
    <w:rsid w:val="00961F70"/>
    <w:rsid w:val="00963775"/>
    <w:rsid w:val="009729AD"/>
    <w:rsid w:val="00986A4C"/>
    <w:rsid w:val="009941E4"/>
    <w:rsid w:val="009C1ECF"/>
    <w:rsid w:val="009D5D8A"/>
    <w:rsid w:val="009F7248"/>
    <w:rsid w:val="009F7C49"/>
    <w:rsid w:val="00A07D7A"/>
    <w:rsid w:val="00A25B24"/>
    <w:rsid w:val="00A35D20"/>
    <w:rsid w:val="00A57652"/>
    <w:rsid w:val="00A602FC"/>
    <w:rsid w:val="00A71D50"/>
    <w:rsid w:val="00AA1FE5"/>
    <w:rsid w:val="00AD0C26"/>
    <w:rsid w:val="00AE61F4"/>
    <w:rsid w:val="00AF10A6"/>
    <w:rsid w:val="00B05D95"/>
    <w:rsid w:val="00B25B03"/>
    <w:rsid w:val="00B32B53"/>
    <w:rsid w:val="00B3334A"/>
    <w:rsid w:val="00B3445B"/>
    <w:rsid w:val="00B46B38"/>
    <w:rsid w:val="00B5432A"/>
    <w:rsid w:val="00B6036A"/>
    <w:rsid w:val="00B62BF7"/>
    <w:rsid w:val="00B73418"/>
    <w:rsid w:val="00B854FA"/>
    <w:rsid w:val="00B92F46"/>
    <w:rsid w:val="00BB0753"/>
    <w:rsid w:val="00BC135C"/>
    <w:rsid w:val="00BC279C"/>
    <w:rsid w:val="00BC468F"/>
    <w:rsid w:val="00BC5448"/>
    <w:rsid w:val="00BE3E88"/>
    <w:rsid w:val="00BF174A"/>
    <w:rsid w:val="00C034E0"/>
    <w:rsid w:val="00C30DDF"/>
    <w:rsid w:val="00C3174D"/>
    <w:rsid w:val="00C3305E"/>
    <w:rsid w:val="00C469C7"/>
    <w:rsid w:val="00C82719"/>
    <w:rsid w:val="00C82CE5"/>
    <w:rsid w:val="00C850F7"/>
    <w:rsid w:val="00C90D79"/>
    <w:rsid w:val="00C94E7A"/>
    <w:rsid w:val="00CA31CD"/>
    <w:rsid w:val="00CA4AC8"/>
    <w:rsid w:val="00CA78FA"/>
    <w:rsid w:val="00CB158F"/>
    <w:rsid w:val="00CE2726"/>
    <w:rsid w:val="00CE38FC"/>
    <w:rsid w:val="00CE7341"/>
    <w:rsid w:val="00CF27A4"/>
    <w:rsid w:val="00D102D7"/>
    <w:rsid w:val="00D1030C"/>
    <w:rsid w:val="00D15075"/>
    <w:rsid w:val="00D157AB"/>
    <w:rsid w:val="00D222AD"/>
    <w:rsid w:val="00D243B5"/>
    <w:rsid w:val="00D30297"/>
    <w:rsid w:val="00D32658"/>
    <w:rsid w:val="00D35293"/>
    <w:rsid w:val="00D364E4"/>
    <w:rsid w:val="00D36A0E"/>
    <w:rsid w:val="00D36AC3"/>
    <w:rsid w:val="00D37BA8"/>
    <w:rsid w:val="00D43125"/>
    <w:rsid w:val="00D44343"/>
    <w:rsid w:val="00D5588C"/>
    <w:rsid w:val="00D61ABA"/>
    <w:rsid w:val="00D670E8"/>
    <w:rsid w:val="00D710E9"/>
    <w:rsid w:val="00D8164B"/>
    <w:rsid w:val="00D827E3"/>
    <w:rsid w:val="00DB204F"/>
    <w:rsid w:val="00DC5AF5"/>
    <w:rsid w:val="00DD3594"/>
    <w:rsid w:val="00DF4435"/>
    <w:rsid w:val="00DF46E5"/>
    <w:rsid w:val="00E05167"/>
    <w:rsid w:val="00E15C96"/>
    <w:rsid w:val="00E21AC8"/>
    <w:rsid w:val="00E24B59"/>
    <w:rsid w:val="00E26152"/>
    <w:rsid w:val="00E32903"/>
    <w:rsid w:val="00E34B5D"/>
    <w:rsid w:val="00E3742D"/>
    <w:rsid w:val="00E64ABF"/>
    <w:rsid w:val="00E77049"/>
    <w:rsid w:val="00E85500"/>
    <w:rsid w:val="00E94D01"/>
    <w:rsid w:val="00E97263"/>
    <w:rsid w:val="00EB0048"/>
    <w:rsid w:val="00EB1DB0"/>
    <w:rsid w:val="00EC248D"/>
    <w:rsid w:val="00ED4062"/>
    <w:rsid w:val="00ED63FC"/>
    <w:rsid w:val="00EE115A"/>
    <w:rsid w:val="00EE2B54"/>
    <w:rsid w:val="00EF7A0B"/>
    <w:rsid w:val="00F12042"/>
    <w:rsid w:val="00F24283"/>
    <w:rsid w:val="00F253A9"/>
    <w:rsid w:val="00F27D15"/>
    <w:rsid w:val="00F32DDD"/>
    <w:rsid w:val="00F33B18"/>
    <w:rsid w:val="00F34A9D"/>
    <w:rsid w:val="00F46237"/>
    <w:rsid w:val="00F620A9"/>
    <w:rsid w:val="00F66556"/>
    <w:rsid w:val="00F67671"/>
    <w:rsid w:val="00F82099"/>
    <w:rsid w:val="00F8429D"/>
    <w:rsid w:val="00F93A03"/>
    <w:rsid w:val="00FA02CA"/>
    <w:rsid w:val="00FB5849"/>
    <w:rsid w:val="00FE1BC0"/>
    <w:rsid w:val="00FF156F"/>
    <w:rsid w:val="00FF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68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7368F"/>
    <w:pPr>
      <w:spacing w:after="200" w:line="276" w:lineRule="auto"/>
    </w:pPr>
  </w:style>
  <w:style w:type="paragraph" w:styleId="Title">
    <w:name w:val="Title"/>
    <w:basedOn w:val="Normal"/>
    <w:link w:val="TitleChar"/>
    <w:uiPriority w:val="99"/>
    <w:qFormat/>
    <w:rsid w:val="0047368F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47368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736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47368F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64AB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EE11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115A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E115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E11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115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B58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5849"/>
    <w:rPr>
      <w:rFonts w:ascii="Segoe UI" w:hAnsi="Segoe UI" w:cs="Segoe UI"/>
      <w:sz w:val="18"/>
      <w:szCs w:val="18"/>
      <w:lang w:eastAsia="ru-RU"/>
    </w:rPr>
  </w:style>
  <w:style w:type="character" w:customStyle="1" w:styleId="FontStyle33">
    <w:name w:val="Font Style33"/>
    <w:uiPriority w:val="99"/>
    <w:rsid w:val="00E26152"/>
    <w:rPr>
      <w:rFonts w:ascii="Times New Roman" w:hAnsi="Times New Roman"/>
      <w:sz w:val="28"/>
    </w:rPr>
  </w:style>
  <w:style w:type="character" w:customStyle="1" w:styleId="FontStyle35">
    <w:name w:val="Font Style35"/>
    <w:uiPriority w:val="99"/>
    <w:rsid w:val="00E26152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36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991</TotalTime>
  <Pages>22</Pages>
  <Words>5011</Words>
  <Characters>28564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103</cp:revision>
  <cp:lastPrinted>2024-12-09T05:44:00Z</cp:lastPrinted>
  <dcterms:created xsi:type="dcterms:W3CDTF">2015-11-26T08:34:00Z</dcterms:created>
  <dcterms:modified xsi:type="dcterms:W3CDTF">2024-12-09T05:44:00Z</dcterms:modified>
</cp:coreProperties>
</file>